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0A278C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0A278C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bookmarkStart w:id="0" w:name="_GoBack"/>
            <w:bookmarkEnd w:id="0"/>
            <w:r w:rsidRPr="000A278C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0A278C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0A278C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0A278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0A278C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0A278C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0A278C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0A278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0A278C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0A278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0A278C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0A278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0A278C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0A278C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ул. Верейская, д. 17</w:t>
            </w:r>
          </w:p>
          <w:p w:rsidR="00A012B7" w:rsidRPr="000A278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0A278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0A278C">
              <w:rPr>
                <w:rFonts w:ascii="PragmaticaC" w:hAnsi="PragmaticaC"/>
                <w:sz w:val="18"/>
                <w:szCs w:val="18"/>
              </w:rPr>
              <w:t>www</w:t>
            </w: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r w:rsidRPr="000A278C">
              <w:rPr>
                <w:rFonts w:ascii="PragmaticaC" w:hAnsi="PragmaticaC"/>
                <w:sz w:val="18"/>
                <w:szCs w:val="18"/>
              </w:rPr>
              <w:t>pptk</w:t>
            </w: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r w:rsidRPr="000A278C">
              <w:rPr>
                <w:rFonts w:ascii="PragmaticaC" w:hAnsi="PragmaticaC"/>
                <w:sz w:val="18"/>
                <w:szCs w:val="18"/>
              </w:rPr>
              <w:t>mos</w:t>
            </w: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r w:rsidRPr="000A278C">
              <w:rPr>
                <w:rFonts w:ascii="PragmaticaC" w:hAnsi="PragmaticaC"/>
                <w:sz w:val="18"/>
                <w:szCs w:val="18"/>
              </w:rPr>
              <w:t>ru</w:t>
            </w:r>
          </w:p>
          <w:p w:rsidR="00A012B7" w:rsidRPr="000A278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0A278C">
              <w:rPr>
                <w:rFonts w:ascii="PragmaticaC" w:hAnsi="PragmaticaC"/>
                <w:sz w:val="18"/>
                <w:szCs w:val="18"/>
              </w:rPr>
              <w:t>info</w:t>
            </w: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r w:rsidRPr="000A278C">
              <w:rPr>
                <w:rFonts w:ascii="PragmaticaC" w:hAnsi="PragmaticaC"/>
                <w:sz w:val="18"/>
                <w:szCs w:val="18"/>
              </w:rPr>
              <w:t>pptk</w:t>
            </w: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r w:rsidRPr="000A278C">
              <w:rPr>
                <w:rFonts w:ascii="PragmaticaC" w:hAnsi="PragmaticaC"/>
                <w:sz w:val="18"/>
                <w:szCs w:val="18"/>
              </w:rPr>
              <w:t>mos</w:t>
            </w: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r w:rsidRPr="000A278C">
              <w:rPr>
                <w:rFonts w:ascii="PragmaticaC" w:hAnsi="PragmaticaC"/>
                <w:sz w:val="18"/>
                <w:szCs w:val="18"/>
              </w:rPr>
              <w:t>ru</w:t>
            </w:r>
          </w:p>
        </w:tc>
        <w:tc>
          <w:tcPr>
            <w:tcW w:w="3827" w:type="dxa"/>
            <w:shd w:val="clear" w:color="auto" w:fill="auto"/>
          </w:tcPr>
          <w:p w:rsidR="00137CBE" w:rsidRPr="000A278C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37CBE" w:rsidRPr="000A278C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A012B7" w:rsidRPr="000A278C" w:rsidRDefault="00137CBE" w:rsidP="000A278C">
            <w:pPr>
              <w:pStyle w:val="a4"/>
              <w:rPr>
                <w:lang w:val="ru-RU"/>
              </w:rPr>
            </w:pP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>предложений №</w:t>
            </w:r>
            <w:r w:rsidR="000A278C" w:rsidRPr="000A278C">
              <w:rPr>
                <w:rFonts w:ascii="PragmaticaC" w:hAnsi="PragmaticaC"/>
                <w:sz w:val="18"/>
                <w:szCs w:val="18"/>
                <w:lang w:val="ru-RU"/>
              </w:rPr>
              <w:t>630</w:t>
            </w:r>
            <w:r w:rsidRPr="000A278C">
              <w:rPr>
                <w:rFonts w:ascii="PragmaticaC" w:hAnsi="PragmaticaC"/>
                <w:sz w:val="18"/>
                <w:szCs w:val="18"/>
                <w:lang w:val="ru-RU"/>
              </w:rPr>
              <w:t xml:space="preserve">/16 на определение лучших условий поставки </w:t>
            </w:r>
            <w:r w:rsidR="00C223C5" w:rsidRPr="000A278C">
              <w:rPr>
                <w:lang w:val="ru-RU"/>
              </w:rPr>
              <w:t xml:space="preserve"> </w:t>
            </w:r>
            <w:r w:rsidR="000A278C" w:rsidRPr="000A278C">
              <w:rPr>
                <w:lang w:val="ru-RU"/>
              </w:rPr>
              <w:t xml:space="preserve"> </w:t>
            </w:r>
            <w:r w:rsidR="000A278C" w:rsidRPr="000A278C">
              <w:rPr>
                <w:rFonts w:ascii="PragmaticaC" w:hAnsi="PragmaticaC"/>
                <w:sz w:val="18"/>
                <w:szCs w:val="18"/>
                <w:lang w:val="ru-RU"/>
              </w:rPr>
              <w:t>комплекта оборудования для фото и видеосъемки для нужд филиала "Невский" ПАО "ТГК-1"</w:t>
            </w:r>
          </w:p>
        </w:tc>
      </w:tr>
    </w:tbl>
    <w:p w:rsidR="00A012B7" w:rsidRPr="000A278C" w:rsidRDefault="004A3F98" w:rsidP="00B80093">
      <w:pPr>
        <w:rPr>
          <w:sz w:val="18"/>
          <w:szCs w:val="18"/>
        </w:rPr>
      </w:pPr>
      <w:r w:rsidRPr="000A278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C34ED8" wp14:editId="79B48E01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  <w:r w:rsidR="00A012B7" w:rsidRPr="000A278C">
        <w:rPr>
          <w:rFonts w:ascii="PragmaticaC" w:hAnsi="PragmaticaC"/>
          <w:sz w:val="18"/>
          <w:szCs w:val="18"/>
        </w:rPr>
        <w:t xml:space="preserve">Исх. № </w:t>
      </w:r>
      <w:r w:rsidR="00A012B7" w:rsidRPr="000A278C">
        <w:rPr>
          <w:rFonts w:ascii="PragmaticaC" w:hAnsi="PragmaticaC"/>
          <w:sz w:val="18"/>
          <w:szCs w:val="18"/>
          <w:u w:val="single"/>
        </w:rPr>
        <w:t>____________</w:t>
      </w:r>
      <w:r w:rsidR="00FF1ACD" w:rsidRPr="000A278C">
        <w:rPr>
          <w:rFonts w:ascii="PragmaticaC" w:hAnsi="PragmaticaC"/>
          <w:sz w:val="18"/>
          <w:szCs w:val="18"/>
          <w:u w:val="single"/>
        </w:rPr>
        <w:t>_</w:t>
      </w:r>
      <w:r w:rsidR="00A012B7" w:rsidRPr="000A278C">
        <w:rPr>
          <w:rFonts w:ascii="PragmaticaC" w:hAnsi="PragmaticaC"/>
          <w:sz w:val="18"/>
          <w:szCs w:val="18"/>
          <w:u w:val="single"/>
        </w:rPr>
        <w:t>___</w:t>
      </w:r>
      <w:r w:rsidR="00A012B7" w:rsidRPr="000A278C">
        <w:rPr>
          <w:rFonts w:ascii="PragmaticaC" w:hAnsi="PragmaticaC"/>
          <w:sz w:val="18"/>
          <w:szCs w:val="18"/>
        </w:rPr>
        <w:t xml:space="preserve"> от </w:t>
      </w:r>
      <w:r w:rsidR="00FF1ACD" w:rsidRPr="000A278C">
        <w:rPr>
          <w:rFonts w:ascii="PragmaticaC" w:hAnsi="PragmaticaC"/>
          <w:sz w:val="18"/>
          <w:szCs w:val="18"/>
          <w:u w:val="single"/>
        </w:rPr>
        <w:t>________________</w:t>
      </w:r>
    </w:p>
    <w:p w:rsidR="00A012B7" w:rsidRPr="000A278C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0A278C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0A278C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0A278C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0A278C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0A278C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0A278C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0A278C" w:rsidRDefault="00A012B7" w:rsidP="003D7BCD"/>
    <w:p w:rsidR="00137CBE" w:rsidRPr="000A278C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0A278C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0A278C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0A278C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755B69">
        <w:rPr>
          <w:rFonts w:ascii="PragmaticaC" w:hAnsi="PragmaticaC"/>
          <w:i/>
          <w:sz w:val="18"/>
          <w:szCs w:val="18"/>
          <w:lang w:val="ru-RU"/>
        </w:rPr>
        <w:t xml:space="preserve"> </w:t>
      </w:r>
      <w:r w:rsidR="000A278C" w:rsidRPr="000A278C">
        <w:rPr>
          <w:rFonts w:ascii="PragmaticaC" w:hAnsi="PragmaticaC"/>
          <w:i/>
          <w:sz w:val="18"/>
          <w:szCs w:val="18"/>
          <w:lang w:val="ru-RU"/>
        </w:rPr>
        <w:t>630</w:t>
      </w:r>
      <w:r w:rsidRPr="000A278C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0A278C" w:rsidRDefault="003B191D" w:rsidP="003B191D"/>
    <w:p w:rsidR="00FF1ACD" w:rsidRPr="000A278C" w:rsidRDefault="00FF1ACD" w:rsidP="003B191D"/>
    <w:p w:rsidR="00137CBE" w:rsidRPr="000A278C" w:rsidRDefault="00137CBE" w:rsidP="00C223C5">
      <w:pPr>
        <w:jc w:val="center"/>
        <w:rPr>
          <w:b/>
        </w:rPr>
      </w:pPr>
      <w:r w:rsidRPr="000A278C">
        <w:rPr>
          <w:b/>
        </w:rPr>
        <w:t>Изменения №1 к Извещению № </w:t>
      </w:r>
      <w:r w:rsidR="000A278C" w:rsidRPr="000A278C">
        <w:rPr>
          <w:b/>
        </w:rPr>
        <w:t>630</w:t>
      </w:r>
      <w:r w:rsidRPr="000A278C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0A278C" w:rsidRPr="000A278C">
        <w:rPr>
          <w:b/>
        </w:rPr>
        <w:t>630</w:t>
      </w:r>
      <w:r w:rsidRPr="000A278C">
        <w:rPr>
          <w:b/>
        </w:rPr>
        <w:t xml:space="preserve">/16 на определение лучших условий поставки </w:t>
      </w:r>
      <w:r w:rsidR="000A278C" w:rsidRPr="000A278C">
        <w:rPr>
          <w:b/>
        </w:rPr>
        <w:t>комплекта оборудования для фото и видеосъемки для нужд филиала "Невский" ПАО "ТГК-1"</w:t>
      </w:r>
    </w:p>
    <w:p w:rsidR="00C223C5" w:rsidRPr="000A278C" w:rsidRDefault="00C223C5" w:rsidP="00C223C5">
      <w:pPr>
        <w:jc w:val="center"/>
      </w:pPr>
    </w:p>
    <w:p w:rsidR="00137CBE" w:rsidRPr="000A278C" w:rsidRDefault="00137CBE" w:rsidP="00137CBE">
      <w:pPr>
        <w:ind w:firstLine="708"/>
        <w:jc w:val="both"/>
      </w:pPr>
      <w:r w:rsidRPr="000A278C">
        <w:t>В соответствии с п. 24 Извещения о проведении открытого одноэтапного запроса предложения и п. 2.7 Документации о запросе предложений № </w:t>
      </w:r>
      <w:r w:rsidR="000A278C" w:rsidRPr="000A278C">
        <w:t>630</w:t>
      </w:r>
      <w:r w:rsidRPr="000A278C">
        <w:t xml:space="preserve">/16 на определение лучших условий поставки </w:t>
      </w:r>
      <w:r w:rsidR="000A278C" w:rsidRPr="000A278C">
        <w:t>комплекта оборудования для фото и видеосъемки для нужд филиала "Невский" ПАО "ТГК-1"</w:t>
      </w:r>
      <w:r w:rsidR="00C223C5" w:rsidRPr="000A278C">
        <w:t xml:space="preserve"> </w:t>
      </w:r>
      <w:r w:rsidRPr="000A278C">
        <w:t>Организатор вносит следующие изменения:</w:t>
      </w:r>
    </w:p>
    <w:p w:rsidR="00137CBE" w:rsidRPr="000A278C" w:rsidRDefault="00137CBE" w:rsidP="00137CBE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0A278C">
        <w:t>Читать пункты 19, 20 Извещения № </w:t>
      </w:r>
      <w:r w:rsidR="000A278C" w:rsidRPr="000A278C">
        <w:t>630</w:t>
      </w:r>
      <w:r w:rsidRPr="000A278C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37CBE" w:rsidRPr="000A278C" w:rsidTr="003008DF">
        <w:trPr>
          <w:trHeight w:val="907"/>
        </w:trPr>
        <w:tc>
          <w:tcPr>
            <w:tcW w:w="567" w:type="dxa"/>
            <w:shd w:val="clear" w:color="auto" w:fill="auto"/>
          </w:tcPr>
          <w:p w:rsidR="00137CBE" w:rsidRPr="000A278C" w:rsidRDefault="00137CBE" w:rsidP="003008DF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0A278C">
              <w:t>19.</w:t>
            </w:r>
          </w:p>
        </w:tc>
        <w:tc>
          <w:tcPr>
            <w:tcW w:w="3120" w:type="dxa"/>
            <w:shd w:val="clear" w:color="auto" w:fill="auto"/>
          </w:tcPr>
          <w:p w:rsidR="00137CBE" w:rsidRPr="000A278C" w:rsidRDefault="00137CBE" w:rsidP="003008DF">
            <w:pPr>
              <w:pStyle w:val="ac"/>
              <w:spacing w:before="0" w:after="0"/>
            </w:pPr>
            <w:r w:rsidRPr="000A278C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40082F" w:rsidRPr="000A278C" w:rsidRDefault="000A278C" w:rsidP="0040082F">
            <w:pPr>
              <w:pStyle w:val="ac"/>
            </w:pPr>
            <w:r w:rsidRPr="000A278C">
              <w:t>05</w:t>
            </w:r>
            <w:r w:rsidR="0040082F" w:rsidRPr="000A278C">
              <w:t xml:space="preserve"> </w:t>
            </w:r>
            <w:r w:rsidRPr="000A278C">
              <w:t>октября</w:t>
            </w:r>
            <w:r w:rsidR="0040082F" w:rsidRPr="000A278C">
              <w:t xml:space="preserve"> 2016 до 11:00 (по московскому времени) </w:t>
            </w:r>
          </w:p>
          <w:p w:rsidR="00137CBE" w:rsidRPr="000A278C" w:rsidRDefault="0040082F" w:rsidP="0040082F">
            <w:pPr>
              <w:pStyle w:val="ac"/>
              <w:spacing w:before="0" w:after="0"/>
            </w:pPr>
            <w:r w:rsidRPr="000A278C">
              <w:t>(До проведения процедуры вскрытия Заявок при необходимости Организатор вправе продлить данный срок</w:t>
            </w:r>
          </w:p>
        </w:tc>
      </w:tr>
      <w:tr w:rsidR="00137CBE" w:rsidRPr="000A278C" w:rsidTr="003008DF">
        <w:trPr>
          <w:trHeight w:val="1376"/>
        </w:trPr>
        <w:tc>
          <w:tcPr>
            <w:tcW w:w="567" w:type="dxa"/>
            <w:shd w:val="clear" w:color="auto" w:fill="auto"/>
          </w:tcPr>
          <w:p w:rsidR="00137CBE" w:rsidRPr="000A278C" w:rsidRDefault="00137CBE" w:rsidP="003008DF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0A278C">
              <w:t>20.</w:t>
            </w:r>
          </w:p>
        </w:tc>
        <w:tc>
          <w:tcPr>
            <w:tcW w:w="3120" w:type="dxa"/>
            <w:shd w:val="clear" w:color="auto" w:fill="auto"/>
          </w:tcPr>
          <w:p w:rsidR="00137CBE" w:rsidRPr="000A278C" w:rsidRDefault="00137CBE" w:rsidP="003008DF">
            <w:pPr>
              <w:pStyle w:val="ac"/>
              <w:spacing w:before="0" w:after="0"/>
            </w:pPr>
            <w:r w:rsidRPr="000A278C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728" w:type="dxa"/>
            <w:shd w:val="clear" w:color="auto" w:fill="auto"/>
          </w:tcPr>
          <w:p w:rsidR="0040082F" w:rsidRPr="000A278C" w:rsidRDefault="0040082F" w:rsidP="0040082F">
            <w:pPr>
              <w:pStyle w:val="ac"/>
              <w:jc w:val="both"/>
            </w:pPr>
            <w:r w:rsidRPr="000A278C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 по адресу: www.gazneftetorg.ru </w:t>
            </w:r>
          </w:p>
          <w:p w:rsidR="00137CBE" w:rsidRPr="000A278C" w:rsidRDefault="000A278C" w:rsidP="000A278C">
            <w:pPr>
              <w:pStyle w:val="ac"/>
              <w:spacing w:before="0" w:after="0"/>
              <w:jc w:val="both"/>
            </w:pPr>
            <w:r w:rsidRPr="000A278C">
              <w:t>0</w:t>
            </w:r>
            <w:r w:rsidR="0040082F" w:rsidRPr="000A278C">
              <w:t xml:space="preserve">5 </w:t>
            </w:r>
            <w:r w:rsidRPr="000A278C">
              <w:t>октября</w:t>
            </w:r>
            <w:r w:rsidR="0040082F" w:rsidRPr="000A278C">
              <w:t xml:space="preserve"> 2016 в 11:00 ч. (по московскому времени)</w:t>
            </w:r>
          </w:p>
        </w:tc>
      </w:tr>
    </w:tbl>
    <w:p w:rsidR="00137CBE" w:rsidRPr="000A278C" w:rsidRDefault="00137CBE" w:rsidP="00137CBE">
      <w:pPr>
        <w:ind w:firstLine="709"/>
        <w:jc w:val="both"/>
      </w:pPr>
      <w:r w:rsidRPr="000A278C">
        <w:t>Остальные пункты Извещения № </w:t>
      </w:r>
      <w:r w:rsidR="000A278C" w:rsidRPr="000A278C">
        <w:t>630</w:t>
      </w:r>
      <w:r w:rsidRPr="000A278C">
        <w:t>/16 о проведении открытого одноэтапного запроса предложения остаются неизменными.</w:t>
      </w:r>
    </w:p>
    <w:p w:rsidR="00137CBE" w:rsidRPr="000A278C" w:rsidRDefault="00137CBE" w:rsidP="00137CBE">
      <w:pPr>
        <w:ind w:firstLine="709"/>
        <w:jc w:val="both"/>
      </w:pPr>
    </w:p>
    <w:p w:rsidR="00137CBE" w:rsidRPr="000A278C" w:rsidRDefault="00137CBE" w:rsidP="00137CBE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0A278C">
        <w:t>Читать пункты 3.19, 3.21 Документации о запросе предложений № </w:t>
      </w:r>
      <w:r w:rsidR="0021716C" w:rsidRPr="000A278C">
        <w:t>6</w:t>
      </w:r>
      <w:r w:rsidR="000A278C" w:rsidRPr="000A278C">
        <w:t>30</w:t>
      </w:r>
      <w:r w:rsidRPr="000A278C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37CBE" w:rsidRPr="000A278C" w:rsidTr="003008DF">
        <w:tc>
          <w:tcPr>
            <w:tcW w:w="675" w:type="dxa"/>
          </w:tcPr>
          <w:p w:rsidR="00137CBE" w:rsidRPr="000A278C" w:rsidRDefault="00137CBE" w:rsidP="003008DF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174"/>
            <w:r w:rsidRPr="000A278C">
              <w:rPr>
                <w:sz w:val="24"/>
                <w:szCs w:val="24"/>
              </w:rPr>
              <w:t>3.19</w:t>
            </w:r>
          </w:p>
        </w:tc>
        <w:bookmarkEnd w:id="1"/>
        <w:tc>
          <w:tcPr>
            <w:tcW w:w="3119" w:type="dxa"/>
          </w:tcPr>
          <w:p w:rsidR="00137CBE" w:rsidRPr="000A278C" w:rsidRDefault="00137CBE" w:rsidP="003008DF">
            <w:pPr>
              <w:pStyle w:val="ac"/>
            </w:pPr>
            <w:r w:rsidRPr="000A278C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40082F" w:rsidRPr="000A278C" w:rsidRDefault="000A278C" w:rsidP="0040082F">
            <w:pPr>
              <w:pStyle w:val="ac"/>
            </w:pPr>
            <w:r w:rsidRPr="000A278C">
              <w:t>0</w:t>
            </w:r>
            <w:r w:rsidR="0040082F" w:rsidRPr="000A278C">
              <w:t xml:space="preserve">5 </w:t>
            </w:r>
            <w:r w:rsidRPr="000A278C">
              <w:t>октября</w:t>
            </w:r>
            <w:r w:rsidR="0040082F" w:rsidRPr="000A278C">
              <w:t xml:space="preserve"> 2016 до 11:00 ч. (по московскому времени) включительно</w:t>
            </w:r>
          </w:p>
          <w:p w:rsidR="00137CBE" w:rsidRPr="000A278C" w:rsidRDefault="0040082F" w:rsidP="0040082F">
            <w:pPr>
              <w:pStyle w:val="ac"/>
              <w:spacing w:before="0" w:after="0"/>
            </w:pPr>
            <w:r w:rsidRPr="000A278C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0A278C" w:rsidTr="003008DF">
        <w:tc>
          <w:tcPr>
            <w:tcW w:w="675" w:type="dxa"/>
          </w:tcPr>
          <w:p w:rsidR="00137CBE" w:rsidRPr="000A278C" w:rsidRDefault="00137CBE" w:rsidP="003008DF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2" w:name="_Ref295222866"/>
            <w:r w:rsidRPr="000A278C">
              <w:rPr>
                <w:sz w:val="24"/>
                <w:szCs w:val="24"/>
              </w:rPr>
              <w:t>3.21</w:t>
            </w:r>
          </w:p>
        </w:tc>
        <w:bookmarkEnd w:id="2"/>
        <w:tc>
          <w:tcPr>
            <w:tcW w:w="3119" w:type="dxa"/>
          </w:tcPr>
          <w:p w:rsidR="00137CBE" w:rsidRPr="000A278C" w:rsidRDefault="00137CBE" w:rsidP="003008DF">
            <w:pPr>
              <w:pStyle w:val="ac"/>
              <w:spacing w:before="0" w:after="0"/>
            </w:pPr>
            <w:r w:rsidRPr="000A278C">
              <w:t xml:space="preserve">Дата и время начала процедуры вскрытия конвертов с Заявками на </w:t>
            </w:r>
            <w:r w:rsidRPr="000A278C">
              <w:lastRenderedPageBreak/>
              <w:t>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670" w:type="dxa"/>
          </w:tcPr>
          <w:p w:rsidR="0040082F" w:rsidRPr="000A278C" w:rsidRDefault="000A278C" w:rsidP="0040082F">
            <w:pPr>
              <w:pStyle w:val="ac"/>
              <w:jc w:val="both"/>
            </w:pPr>
            <w:r w:rsidRPr="000A278C">
              <w:lastRenderedPageBreak/>
              <w:t>0</w:t>
            </w:r>
            <w:r w:rsidR="0040082F" w:rsidRPr="000A278C">
              <w:t xml:space="preserve">5 </w:t>
            </w:r>
            <w:r w:rsidRPr="000A278C">
              <w:t>окт</w:t>
            </w:r>
            <w:r w:rsidR="0040082F" w:rsidRPr="000A278C">
              <w:t>ября 2016 в 11:00 ч. (по московскому времени)</w:t>
            </w:r>
          </w:p>
          <w:p w:rsidR="00137CBE" w:rsidRPr="000A278C" w:rsidRDefault="0040082F" w:rsidP="0040082F">
            <w:pPr>
              <w:pStyle w:val="ac"/>
              <w:spacing w:before="0" w:after="0"/>
              <w:jc w:val="both"/>
            </w:pPr>
            <w:r w:rsidRPr="000A278C">
              <w:t xml:space="preserve">(До проведения процедуры вскрытия Заявок при </w:t>
            </w:r>
            <w:r w:rsidRPr="000A278C">
              <w:lastRenderedPageBreak/>
              <w:t>необходимости Организатор вправе продлить данный срок)</w:t>
            </w:r>
          </w:p>
        </w:tc>
      </w:tr>
    </w:tbl>
    <w:p w:rsidR="00137CBE" w:rsidRPr="000A278C" w:rsidRDefault="00137CBE" w:rsidP="00137CBE">
      <w:pPr>
        <w:ind w:firstLine="709"/>
        <w:jc w:val="both"/>
      </w:pPr>
    </w:p>
    <w:p w:rsidR="00137CBE" w:rsidRPr="000A278C" w:rsidRDefault="00137CBE" w:rsidP="00137CBE">
      <w:pPr>
        <w:ind w:firstLine="709"/>
        <w:jc w:val="both"/>
      </w:pPr>
      <w:r w:rsidRPr="000A278C">
        <w:t>Остальные пункты Документации о запросе предложений № </w:t>
      </w:r>
      <w:r w:rsidR="000A278C" w:rsidRPr="000A278C">
        <w:t>630</w:t>
      </w:r>
      <w:r w:rsidRPr="000A278C">
        <w:t>/16 остаются неизменными.</w:t>
      </w:r>
    </w:p>
    <w:p w:rsidR="00411E4A" w:rsidRPr="00B80093" w:rsidRDefault="00411E4A" w:rsidP="00137CBE">
      <w:pPr>
        <w:jc w:val="center"/>
      </w:pPr>
    </w:p>
    <w:sectPr w:rsidR="00411E4A" w:rsidRPr="00B80093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3C5" w:rsidRDefault="00C223C5" w:rsidP="00FF1ACD">
      <w:r>
        <w:separator/>
      </w:r>
    </w:p>
  </w:endnote>
  <w:endnote w:type="continuationSeparator" w:id="0">
    <w:p w:rsidR="00C223C5" w:rsidRDefault="00C223C5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3C5" w:rsidRDefault="00C223C5" w:rsidP="00FF1ACD">
      <w:r>
        <w:separator/>
      </w:r>
    </w:p>
  </w:footnote>
  <w:footnote w:type="continuationSeparator" w:id="0">
    <w:p w:rsidR="00C223C5" w:rsidRDefault="00C223C5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2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278C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94259"/>
    <w:rsid w:val="001A25C2"/>
    <w:rsid w:val="001A2929"/>
    <w:rsid w:val="001A319A"/>
    <w:rsid w:val="001A6E92"/>
    <w:rsid w:val="001B0FFE"/>
    <w:rsid w:val="001D4808"/>
    <w:rsid w:val="001F1425"/>
    <w:rsid w:val="00206D71"/>
    <w:rsid w:val="002078FE"/>
    <w:rsid w:val="0021716C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26B"/>
    <w:rsid w:val="00277984"/>
    <w:rsid w:val="00277ECB"/>
    <w:rsid w:val="00292FF5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08DF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0082F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5B69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444E2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81735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64352"/>
    <w:rsid w:val="00B7034B"/>
    <w:rsid w:val="00B74FEA"/>
    <w:rsid w:val="00B80093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223C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27DFC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0</TotalTime>
  <Pages>2</Pages>
  <Words>371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Ершов</cp:lastModifiedBy>
  <cp:revision>3</cp:revision>
  <cp:lastPrinted>2016-09-30T06:59:00Z</cp:lastPrinted>
  <dcterms:created xsi:type="dcterms:W3CDTF">2016-09-30T07:03:00Z</dcterms:created>
  <dcterms:modified xsi:type="dcterms:W3CDTF">2016-09-30T07:06:00Z</dcterms:modified>
</cp:coreProperties>
</file>