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52623E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52623E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52623E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52623E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52623E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52623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52623E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52623E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52623E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52623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52623E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52623E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52623E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52623E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52623E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52623E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52623E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52623E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2623E">
              <w:rPr>
                <w:rFonts w:ascii="PragmaticaC" w:hAnsi="PragmaticaC"/>
                <w:sz w:val="18"/>
                <w:szCs w:val="18"/>
              </w:rPr>
              <w:t>www</w:t>
            </w: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52623E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52623E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52623E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52623E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2623E">
              <w:rPr>
                <w:rFonts w:ascii="PragmaticaC" w:hAnsi="PragmaticaC"/>
                <w:sz w:val="18"/>
                <w:szCs w:val="18"/>
              </w:rPr>
              <w:t>info</w:t>
            </w: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52623E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52623E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52623E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137CBE" w:rsidRPr="0052623E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137CBE" w:rsidRPr="0052623E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запроса </w:t>
            </w:r>
          </w:p>
          <w:p w:rsidR="00A04E16" w:rsidRPr="0052623E" w:rsidRDefault="00137CBE" w:rsidP="008444E2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предложений №</w:t>
            </w:r>
            <w:r w:rsidR="00A04E16" w:rsidRPr="0052623E">
              <w:rPr>
                <w:rFonts w:ascii="PragmaticaC" w:hAnsi="PragmaticaC"/>
                <w:sz w:val="18"/>
                <w:szCs w:val="18"/>
                <w:lang w:val="ru-RU"/>
              </w:rPr>
              <w:t>560</w:t>
            </w: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/16 на определение лучших условий поставки</w:t>
            </w:r>
            <w:r w:rsidR="00A04E16" w:rsidRPr="0052623E">
              <w:rPr>
                <w:rFonts w:ascii="PragmaticaC" w:hAnsi="PragmaticaC"/>
                <w:sz w:val="18"/>
                <w:szCs w:val="18"/>
                <w:lang w:val="ru-RU"/>
              </w:rPr>
              <w:t xml:space="preserve"> энергетических углей в 2016 - 2018 </w:t>
            </w:r>
            <w:proofErr w:type="spellStart"/>
            <w:r w:rsidR="00A04E16" w:rsidRPr="0052623E">
              <w:rPr>
                <w:rFonts w:ascii="PragmaticaC" w:hAnsi="PragmaticaC"/>
                <w:sz w:val="18"/>
                <w:szCs w:val="18"/>
                <w:lang w:val="ru-RU"/>
              </w:rPr>
              <w:t>г.г</w:t>
            </w:r>
            <w:proofErr w:type="spellEnd"/>
            <w:r w:rsidR="00A04E16" w:rsidRPr="0052623E">
              <w:rPr>
                <w:rFonts w:ascii="PragmaticaC" w:hAnsi="PragmaticaC"/>
                <w:sz w:val="18"/>
                <w:szCs w:val="18"/>
                <w:lang w:val="ru-RU"/>
              </w:rPr>
              <w:t xml:space="preserve">. с калорийностью выше 5000 ккал/кг </w:t>
            </w:r>
          </w:p>
          <w:p w:rsidR="00A04E16" w:rsidRPr="0052623E" w:rsidRDefault="00A04E16" w:rsidP="008444E2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 xml:space="preserve">для нужд </w:t>
            </w:r>
            <w:proofErr w:type="spellStart"/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Апатитская</w:t>
            </w:r>
            <w:proofErr w:type="spellEnd"/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 xml:space="preserve"> ТЭЦ </w:t>
            </w:r>
          </w:p>
          <w:p w:rsidR="008444E2" w:rsidRPr="0052623E" w:rsidRDefault="00A04E16" w:rsidP="008444E2">
            <w:pPr>
              <w:pStyle w:val="a4"/>
              <w:rPr>
                <w:lang w:val="ru-RU"/>
              </w:rPr>
            </w:pPr>
            <w:r w:rsidRPr="0052623E">
              <w:rPr>
                <w:rFonts w:ascii="PragmaticaC" w:hAnsi="PragmaticaC"/>
                <w:sz w:val="18"/>
                <w:szCs w:val="18"/>
                <w:lang w:val="ru-RU"/>
              </w:rPr>
              <w:t>филиала "Кольский" ОАО "ТГК-1"</w:t>
            </w:r>
          </w:p>
          <w:p w:rsidR="00A012B7" w:rsidRPr="0052623E" w:rsidRDefault="00A012B7" w:rsidP="00137CBE">
            <w:pPr>
              <w:pStyle w:val="a4"/>
              <w:rPr>
                <w:lang w:val="ru-RU"/>
              </w:rPr>
            </w:pPr>
          </w:p>
        </w:tc>
      </w:tr>
    </w:tbl>
    <w:p w:rsidR="00CE7ED0" w:rsidRPr="0052623E" w:rsidRDefault="004A3F98">
      <w:r w:rsidRPr="0052623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207ADA" wp14:editId="3A15C354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</w:p>
    <w:p w:rsidR="00A012B7" w:rsidRPr="0052623E" w:rsidRDefault="00A012B7" w:rsidP="00A012B7">
      <w:pPr>
        <w:pStyle w:val="a4"/>
        <w:rPr>
          <w:sz w:val="18"/>
          <w:szCs w:val="18"/>
          <w:lang w:val="ru-RU"/>
        </w:rPr>
      </w:pPr>
      <w:r w:rsidRPr="0052623E">
        <w:rPr>
          <w:rFonts w:ascii="PragmaticaC" w:hAnsi="PragmaticaC"/>
          <w:sz w:val="18"/>
          <w:szCs w:val="18"/>
          <w:lang w:val="ru-RU"/>
        </w:rPr>
        <w:t xml:space="preserve">Исх. № </w:t>
      </w:r>
      <w:r w:rsidRPr="0052623E">
        <w:rPr>
          <w:rFonts w:ascii="PragmaticaC" w:hAnsi="PragmaticaC"/>
          <w:sz w:val="18"/>
          <w:szCs w:val="18"/>
          <w:u w:val="single"/>
          <w:lang w:val="ru-RU"/>
        </w:rPr>
        <w:t>____________</w:t>
      </w:r>
      <w:r w:rsidR="00FF1ACD" w:rsidRPr="0052623E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52623E">
        <w:rPr>
          <w:rFonts w:ascii="PragmaticaC" w:hAnsi="PragmaticaC"/>
          <w:sz w:val="18"/>
          <w:szCs w:val="18"/>
          <w:u w:val="single"/>
          <w:lang w:val="ru-RU"/>
        </w:rPr>
        <w:t>___</w:t>
      </w:r>
      <w:r w:rsidRPr="0052623E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52623E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52623E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52623E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52623E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52623E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52623E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52623E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52623E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52623E" w:rsidRDefault="00A012B7" w:rsidP="003D7BCD"/>
    <w:p w:rsidR="00137CBE" w:rsidRPr="0052623E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52623E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52623E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52623E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A04E16" w:rsidRPr="0052623E">
        <w:rPr>
          <w:rFonts w:ascii="PragmaticaC" w:hAnsi="PragmaticaC"/>
          <w:i/>
          <w:sz w:val="18"/>
          <w:szCs w:val="18"/>
          <w:lang w:val="ru-RU"/>
        </w:rPr>
        <w:t>560</w:t>
      </w:r>
      <w:r w:rsidRPr="0052623E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52623E" w:rsidRDefault="003B191D" w:rsidP="003B191D"/>
    <w:p w:rsidR="00FF1ACD" w:rsidRPr="0052623E" w:rsidRDefault="00FF1ACD" w:rsidP="003B191D"/>
    <w:p w:rsidR="00A04E16" w:rsidRPr="0052623E" w:rsidRDefault="00137CBE" w:rsidP="00137CBE">
      <w:pPr>
        <w:jc w:val="center"/>
        <w:rPr>
          <w:b/>
        </w:rPr>
      </w:pPr>
      <w:r w:rsidRPr="0052623E">
        <w:rPr>
          <w:b/>
        </w:rPr>
        <w:t>Изменения №1 к Извещению № </w:t>
      </w:r>
      <w:r w:rsidR="00A04E16" w:rsidRPr="0052623E">
        <w:rPr>
          <w:b/>
        </w:rPr>
        <w:t>560</w:t>
      </w:r>
      <w:r w:rsidRPr="0052623E">
        <w:rPr>
          <w:b/>
        </w:rPr>
        <w:t>/16 о проведении открытого одноэтапного запроса предложений и к Документации о запросе предложений № </w:t>
      </w:r>
      <w:r w:rsidR="00A04E16" w:rsidRPr="0052623E">
        <w:rPr>
          <w:b/>
        </w:rPr>
        <w:t>560</w:t>
      </w:r>
      <w:r w:rsidRPr="0052623E">
        <w:rPr>
          <w:b/>
        </w:rPr>
        <w:t xml:space="preserve">/16 на определение лучших условий поставки </w:t>
      </w:r>
      <w:r w:rsidR="00A04E16" w:rsidRPr="0052623E">
        <w:rPr>
          <w:b/>
        </w:rPr>
        <w:t xml:space="preserve">энергетических углей в 2016 - 2018 </w:t>
      </w:r>
      <w:proofErr w:type="spellStart"/>
      <w:r w:rsidR="00A04E16" w:rsidRPr="0052623E">
        <w:rPr>
          <w:b/>
        </w:rPr>
        <w:t>г.г</w:t>
      </w:r>
      <w:proofErr w:type="spellEnd"/>
      <w:r w:rsidR="00A04E16" w:rsidRPr="0052623E">
        <w:rPr>
          <w:b/>
        </w:rPr>
        <w:t xml:space="preserve">. с калорийностью выше 5000 ккал/кг для нужд </w:t>
      </w:r>
      <w:proofErr w:type="spellStart"/>
      <w:r w:rsidR="00A04E16" w:rsidRPr="0052623E">
        <w:rPr>
          <w:b/>
        </w:rPr>
        <w:t>Апатитская</w:t>
      </w:r>
      <w:proofErr w:type="spellEnd"/>
      <w:r w:rsidR="00A04E16" w:rsidRPr="0052623E">
        <w:rPr>
          <w:b/>
        </w:rPr>
        <w:t xml:space="preserve"> ТЭЦ </w:t>
      </w:r>
    </w:p>
    <w:p w:rsidR="00137CBE" w:rsidRPr="0052623E" w:rsidRDefault="00A04E16" w:rsidP="00137CBE">
      <w:pPr>
        <w:jc w:val="center"/>
        <w:rPr>
          <w:b/>
        </w:rPr>
      </w:pPr>
      <w:r w:rsidRPr="0052623E">
        <w:rPr>
          <w:b/>
        </w:rPr>
        <w:t>филиала "Кольский" ОАО "ТГК-1"</w:t>
      </w:r>
    </w:p>
    <w:p w:rsidR="00137CBE" w:rsidRPr="0052623E" w:rsidRDefault="00137CBE" w:rsidP="00137CBE">
      <w:pPr>
        <w:ind w:firstLine="851"/>
        <w:jc w:val="both"/>
      </w:pPr>
    </w:p>
    <w:p w:rsidR="00137CBE" w:rsidRPr="0052623E" w:rsidRDefault="00137CBE" w:rsidP="00137CBE">
      <w:pPr>
        <w:ind w:firstLine="708"/>
        <w:jc w:val="both"/>
      </w:pPr>
      <w:r w:rsidRPr="0052623E">
        <w:t>В соответствии с п. 24 Извещения о проведении открытого одноэтапного запроса предложения и п. 2.7 Документации о запросе предложений № </w:t>
      </w:r>
      <w:r w:rsidR="00A04E16" w:rsidRPr="0052623E">
        <w:t>560</w:t>
      </w:r>
      <w:r w:rsidRPr="0052623E">
        <w:t xml:space="preserve">/16 на определение лучших условий поставки </w:t>
      </w:r>
      <w:r w:rsidR="00A04E16" w:rsidRPr="0052623E">
        <w:t xml:space="preserve">энергетических углей в 2016 - 2018 </w:t>
      </w:r>
      <w:proofErr w:type="spellStart"/>
      <w:r w:rsidR="00A04E16" w:rsidRPr="0052623E">
        <w:t>г.г</w:t>
      </w:r>
      <w:proofErr w:type="spellEnd"/>
      <w:r w:rsidR="00A04E16" w:rsidRPr="0052623E">
        <w:t xml:space="preserve">. с калорийностью выше 5000 ккал/кг для нужд </w:t>
      </w:r>
      <w:proofErr w:type="spellStart"/>
      <w:r w:rsidR="00A04E16" w:rsidRPr="0052623E">
        <w:t>Апатитская</w:t>
      </w:r>
      <w:proofErr w:type="spellEnd"/>
      <w:r w:rsidR="00A04E16" w:rsidRPr="0052623E">
        <w:t xml:space="preserve"> ТЭЦ филиала "Кольский" ОАО "ТГК-1"</w:t>
      </w:r>
      <w:r w:rsidRPr="0052623E">
        <w:t xml:space="preserve"> Организатор вносит следующие изменения:</w:t>
      </w:r>
    </w:p>
    <w:p w:rsidR="00137CBE" w:rsidRPr="0052623E" w:rsidRDefault="00137CBE" w:rsidP="00137CBE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 w:rsidRPr="0052623E">
        <w:t>Читать пункты 19, 20 Извещения № </w:t>
      </w:r>
      <w:r w:rsidR="00A04E16" w:rsidRPr="0052623E">
        <w:t>560</w:t>
      </w:r>
      <w:r w:rsidRPr="0052623E">
        <w:t>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137CBE" w:rsidRPr="0052623E" w:rsidTr="004611E0">
        <w:trPr>
          <w:trHeight w:val="907"/>
        </w:trPr>
        <w:tc>
          <w:tcPr>
            <w:tcW w:w="567" w:type="dxa"/>
            <w:shd w:val="clear" w:color="auto" w:fill="auto"/>
          </w:tcPr>
          <w:p w:rsidR="00137CBE" w:rsidRPr="0052623E" w:rsidRDefault="00137CBE" w:rsidP="004611E0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52623E">
              <w:t>19.</w:t>
            </w:r>
          </w:p>
        </w:tc>
        <w:tc>
          <w:tcPr>
            <w:tcW w:w="3120" w:type="dxa"/>
            <w:shd w:val="clear" w:color="auto" w:fill="auto"/>
          </w:tcPr>
          <w:p w:rsidR="00137CBE" w:rsidRPr="0052623E" w:rsidRDefault="00137CBE" w:rsidP="004611E0">
            <w:pPr>
              <w:pStyle w:val="ac"/>
              <w:spacing w:before="0" w:after="0"/>
            </w:pPr>
            <w:r w:rsidRPr="0052623E"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137CBE" w:rsidRPr="0052623E" w:rsidRDefault="00A04E16" w:rsidP="004611E0">
            <w:pPr>
              <w:pStyle w:val="ac"/>
              <w:spacing w:before="0" w:after="0"/>
            </w:pPr>
            <w:r w:rsidRPr="0052623E">
              <w:t>19</w:t>
            </w:r>
            <w:r w:rsidR="00137CBE" w:rsidRPr="0052623E">
              <w:t>.</w:t>
            </w:r>
            <w:r w:rsidR="00B64352" w:rsidRPr="0052623E">
              <w:t>07</w:t>
            </w:r>
            <w:r w:rsidR="00137CBE" w:rsidRPr="0052623E">
              <w:t xml:space="preserve">.2016 до </w:t>
            </w:r>
            <w:r w:rsidR="008444E2" w:rsidRPr="0052623E">
              <w:t>11</w:t>
            </w:r>
            <w:r w:rsidR="00137CBE" w:rsidRPr="0052623E">
              <w:t>:</w:t>
            </w:r>
            <w:r w:rsidR="008444E2" w:rsidRPr="0052623E">
              <w:t>00</w:t>
            </w:r>
            <w:r w:rsidR="00137CBE" w:rsidRPr="0052623E">
              <w:t xml:space="preserve"> ч. (по московскому времени)</w:t>
            </w:r>
          </w:p>
          <w:p w:rsidR="00137CBE" w:rsidRPr="0052623E" w:rsidRDefault="00137CBE" w:rsidP="004611E0">
            <w:pPr>
              <w:pStyle w:val="ac"/>
              <w:spacing w:before="0" w:after="0"/>
            </w:pPr>
            <w:r w:rsidRPr="0052623E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52623E" w:rsidTr="004611E0">
        <w:trPr>
          <w:trHeight w:val="1376"/>
        </w:trPr>
        <w:tc>
          <w:tcPr>
            <w:tcW w:w="567" w:type="dxa"/>
            <w:shd w:val="clear" w:color="auto" w:fill="auto"/>
          </w:tcPr>
          <w:p w:rsidR="00137CBE" w:rsidRPr="0052623E" w:rsidRDefault="00137CBE" w:rsidP="004611E0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52623E">
              <w:t>20.</w:t>
            </w:r>
          </w:p>
        </w:tc>
        <w:tc>
          <w:tcPr>
            <w:tcW w:w="3120" w:type="dxa"/>
            <w:shd w:val="clear" w:color="auto" w:fill="auto"/>
          </w:tcPr>
          <w:p w:rsidR="00137CBE" w:rsidRPr="0052623E" w:rsidRDefault="00137CBE" w:rsidP="004611E0">
            <w:pPr>
              <w:pStyle w:val="ac"/>
              <w:spacing w:before="0" w:after="0"/>
            </w:pPr>
            <w:r w:rsidRPr="0052623E">
              <w:t>Дата и время начала процедуры вскрытия 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728" w:type="dxa"/>
            <w:shd w:val="clear" w:color="auto" w:fill="auto"/>
          </w:tcPr>
          <w:p w:rsidR="00137CBE" w:rsidRPr="0052623E" w:rsidRDefault="00137CBE" w:rsidP="004611E0">
            <w:pPr>
              <w:pStyle w:val="ac"/>
              <w:spacing w:before="0" w:after="0"/>
              <w:jc w:val="both"/>
            </w:pPr>
            <w:r w:rsidRPr="0052623E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 по адресу: </w:t>
            </w:r>
            <w:hyperlink r:id="rId12" w:history="1">
              <w:r w:rsidRPr="0052623E">
                <w:rPr>
                  <w:rStyle w:val="a8"/>
                </w:rPr>
                <w:t>www.gazneftetorg.ru</w:t>
              </w:r>
            </w:hyperlink>
            <w:r w:rsidRPr="0052623E">
              <w:t xml:space="preserve"> </w:t>
            </w:r>
          </w:p>
          <w:p w:rsidR="00137CBE" w:rsidRPr="0052623E" w:rsidRDefault="00A04E16" w:rsidP="004611E0">
            <w:pPr>
              <w:pStyle w:val="ac"/>
              <w:spacing w:before="0" w:after="0"/>
              <w:jc w:val="both"/>
            </w:pPr>
            <w:r w:rsidRPr="0052623E">
              <w:t>19</w:t>
            </w:r>
            <w:r w:rsidR="00137CBE" w:rsidRPr="0052623E">
              <w:t>.</w:t>
            </w:r>
            <w:r w:rsidR="00B64352" w:rsidRPr="0052623E">
              <w:t>07</w:t>
            </w:r>
            <w:r w:rsidR="00137CBE" w:rsidRPr="0052623E">
              <w:t xml:space="preserve">.2016 в </w:t>
            </w:r>
            <w:r w:rsidR="008444E2" w:rsidRPr="0052623E">
              <w:t>11</w:t>
            </w:r>
            <w:r w:rsidR="00137CBE" w:rsidRPr="0052623E">
              <w:t>:</w:t>
            </w:r>
            <w:r w:rsidR="008444E2" w:rsidRPr="0052623E">
              <w:t>00</w:t>
            </w:r>
            <w:r w:rsidR="00137CBE" w:rsidRPr="0052623E">
              <w:t xml:space="preserve"> ч. (по московскому времени)</w:t>
            </w:r>
          </w:p>
          <w:p w:rsidR="00137CBE" w:rsidRPr="0052623E" w:rsidRDefault="00137CBE" w:rsidP="004611E0">
            <w:pPr>
              <w:pStyle w:val="ac"/>
              <w:spacing w:before="0" w:after="0"/>
              <w:jc w:val="both"/>
            </w:pPr>
            <w:r w:rsidRPr="0052623E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52623E" w:rsidRDefault="00137CBE" w:rsidP="00137CBE">
      <w:pPr>
        <w:ind w:firstLine="709"/>
        <w:jc w:val="both"/>
      </w:pPr>
      <w:r w:rsidRPr="0052623E">
        <w:t>Остальные пункты Извещения № </w:t>
      </w:r>
      <w:r w:rsidR="00A04E16" w:rsidRPr="0052623E">
        <w:t>560</w:t>
      </w:r>
      <w:r w:rsidRPr="0052623E">
        <w:t>/16 о проведении открытого одноэтапного запроса предложения остаются неизменными.</w:t>
      </w:r>
    </w:p>
    <w:p w:rsidR="00137CBE" w:rsidRPr="0052623E" w:rsidRDefault="00137CBE" w:rsidP="00137CBE">
      <w:pPr>
        <w:ind w:firstLine="709"/>
        <w:jc w:val="both"/>
      </w:pPr>
    </w:p>
    <w:p w:rsidR="00137CBE" w:rsidRPr="0052623E" w:rsidRDefault="00137CBE" w:rsidP="00137CBE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52623E">
        <w:t>Читать пункты 3.19, 3.21 Документации о запросе предложений № </w:t>
      </w:r>
      <w:r w:rsidR="00A04E16" w:rsidRPr="0052623E">
        <w:t>560</w:t>
      </w:r>
      <w:r w:rsidRPr="0052623E">
        <w:t>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137CBE" w:rsidRPr="0052623E" w:rsidTr="004611E0">
        <w:tc>
          <w:tcPr>
            <w:tcW w:w="675" w:type="dxa"/>
          </w:tcPr>
          <w:p w:rsidR="00137CBE" w:rsidRPr="0052623E" w:rsidRDefault="00137CBE" w:rsidP="004611E0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0" w:name="_Ref295222174"/>
            <w:r w:rsidRPr="0052623E">
              <w:rPr>
                <w:sz w:val="24"/>
                <w:szCs w:val="24"/>
              </w:rPr>
              <w:t>3.19</w:t>
            </w:r>
          </w:p>
        </w:tc>
        <w:bookmarkEnd w:id="0"/>
        <w:tc>
          <w:tcPr>
            <w:tcW w:w="3119" w:type="dxa"/>
          </w:tcPr>
          <w:p w:rsidR="00137CBE" w:rsidRPr="0052623E" w:rsidRDefault="00137CBE" w:rsidP="004611E0">
            <w:pPr>
              <w:pStyle w:val="ac"/>
            </w:pPr>
            <w:r w:rsidRPr="0052623E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137CBE" w:rsidRPr="0052623E" w:rsidRDefault="00A04E16" w:rsidP="004611E0">
            <w:pPr>
              <w:pStyle w:val="ac"/>
              <w:spacing w:before="0" w:after="0"/>
            </w:pPr>
            <w:r w:rsidRPr="0052623E">
              <w:t>19</w:t>
            </w:r>
            <w:r w:rsidR="00137CBE" w:rsidRPr="0052623E">
              <w:t>.</w:t>
            </w:r>
            <w:r w:rsidR="00B64352" w:rsidRPr="0052623E">
              <w:t>07</w:t>
            </w:r>
            <w:r w:rsidR="00137CBE" w:rsidRPr="0052623E">
              <w:t xml:space="preserve">.2016 до </w:t>
            </w:r>
            <w:r w:rsidR="008444E2" w:rsidRPr="0052623E">
              <w:t>11</w:t>
            </w:r>
            <w:r w:rsidR="00137CBE" w:rsidRPr="0052623E">
              <w:t>:</w:t>
            </w:r>
            <w:r w:rsidR="008444E2" w:rsidRPr="0052623E">
              <w:t>00</w:t>
            </w:r>
            <w:r w:rsidR="00137CBE" w:rsidRPr="0052623E">
              <w:t xml:space="preserve"> ч. (по московскому времени)</w:t>
            </w:r>
          </w:p>
          <w:p w:rsidR="00137CBE" w:rsidRPr="0052623E" w:rsidRDefault="00137CBE" w:rsidP="004611E0">
            <w:pPr>
              <w:pStyle w:val="ac"/>
              <w:spacing w:before="0" w:after="0"/>
            </w:pPr>
            <w:r w:rsidRPr="0052623E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52623E" w:rsidTr="004611E0">
        <w:tc>
          <w:tcPr>
            <w:tcW w:w="675" w:type="dxa"/>
          </w:tcPr>
          <w:p w:rsidR="00137CBE" w:rsidRPr="0052623E" w:rsidRDefault="00137CBE" w:rsidP="004611E0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295222866"/>
            <w:r w:rsidRPr="0052623E">
              <w:rPr>
                <w:sz w:val="24"/>
                <w:szCs w:val="24"/>
              </w:rPr>
              <w:t>3.21</w:t>
            </w:r>
          </w:p>
        </w:tc>
        <w:bookmarkEnd w:id="1"/>
        <w:tc>
          <w:tcPr>
            <w:tcW w:w="3119" w:type="dxa"/>
          </w:tcPr>
          <w:p w:rsidR="00137CBE" w:rsidRPr="0052623E" w:rsidRDefault="00137CBE" w:rsidP="004611E0">
            <w:pPr>
              <w:pStyle w:val="ac"/>
              <w:spacing w:before="0" w:after="0"/>
            </w:pPr>
            <w:r w:rsidRPr="0052623E">
              <w:t xml:space="preserve">Дата и время начала </w:t>
            </w:r>
            <w:r w:rsidRPr="0052623E">
              <w:lastRenderedPageBreak/>
              <w:t>процедуры вскрытия 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670" w:type="dxa"/>
          </w:tcPr>
          <w:p w:rsidR="00137CBE" w:rsidRPr="0052623E" w:rsidRDefault="00137CBE" w:rsidP="004611E0">
            <w:pPr>
              <w:pStyle w:val="ac"/>
              <w:spacing w:before="0" w:after="0"/>
              <w:jc w:val="both"/>
            </w:pPr>
            <w:r w:rsidRPr="0052623E">
              <w:lastRenderedPageBreak/>
              <w:t xml:space="preserve">Открытие доступа к Заявкам на участие в Запросе </w:t>
            </w:r>
            <w:r w:rsidRPr="0052623E">
              <w:lastRenderedPageBreak/>
              <w:t xml:space="preserve">предложений, поданным в форме электронных документов, производится в автоматическом режиме на сайте Торговой системы по адресу: </w:t>
            </w:r>
            <w:hyperlink r:id="rId13" w:history="1">
              <w:r w:rsidRPr="0052623E">
                <w:rPr>
                  <w:rStyle w:val="a8"/>
                </w:rPr>
                <w:t>www.gazneftetorg.ru</w:t>
              </w:r>
            </w:hyperlink>
            <w:r w:rsidRPr="0052623E">
              <w:t xml:space="preserve"> </w:t>
            </w:r>
          </w:p>
          <w:p w:rsidR="00137CBE" w:rsidRPr="0052623E" w:rsidRDefault="00A04E16" w:rsidP="00B64352">
            <w:pPr>
              <w:pStyle w:val="ac"/>
              <w:spacing w:before="0" w:after="0"/>
              <w:jc w:val="both"/>
            </w:pPr>
            <w:r w:rsidRPr="0052623E">
              <w:t>19</w:t>
            </w:r>
            <w:r w:rsidR="00137CBE" w:rsidRPr="0052623E">
              <w:t>.</w:t>
            </w:r>
            <w:r w:rsidR="00B64352" w:rsidRPr="0052623E">
              <w:t>07</w:t>
            </w:r>
            <w:r w:rsidR="00137CBE" w:rsidRPr="0052623E">
              <w:t xml:space="preserve">.2016 в </w:t>
            </w:r>
            <w:r w:rsidR="008444E2" w:rsidRPr="0052623E">
              <w:t>11</w:t>
            </w:r>
            <w:r w:rsidR="00137CBE" w:rsidRPr="0052623E">
              <w:t>:</w:t>
            </w:r>
            <w:r w:rsidR="008444E2" w:rsidRPr="0052623E">
              <w:t>00</w:t>
            </w:r>
            <w:r w:rsidR="00137CBE" w:rsidRPr="0052623E">
              <w:t xml:space="preserve"> ч. (по московскому времени) 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52623E" w:rsidRDefault="00137CBE" w:rsidP="00137CBE">
      <w:pPr>
        <w:ind w:firstLine="709"/>
        <w:jc w:val="both"/>
      </w:pPr>
    </w:p>
    <w:p w:rsidR="00137CBE" w:rsidRPr="0052623E" w:rsidRDefault="00137CBE" w:rsidP="00137CBE">
      <w:pPr>
        <w:ind w:firstLine="709"/>
        <w:jc w:val="both"/>
      </w:pPr>
      <w:r w:rsidRPr="0052623E">
        <w:t>Остальные пункты Документации о запросе предложений № </w:t>
      </w:r>
      <w:r w:rsidR="00A04E16" w:rsidRPr="0052623E">
        <w:t>560</w:t>
      </w:r>
      <w:r w:rsidRPr="0052623E">
        <w:t>/16 остаются неизменными.</w:t>
      </w:r>
      <w:bookmarkStart w:id="2" w:name="_GoBack"/>
      <w:bookmarkEnd w:id="2"/>
    </w:p>
    <w:sectPr w:rsidR="00137CBE" w:rsidRPr="0052623E" w:rsidSect="00FF1AC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0F" w:rsidRDefault="00590F0F" w:rsidP="00FF1ACD">
      <w:r>
        <w:separator/>
      </w:r>
    </w:p>
  </w:endnote>
  <w:endnote w:type="continuationSeparator" w:id="0">
    <w:p w:rsidR="00590F0F" w:rsidRDefault="00590F0F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0F" w:rsidRDefault="00590F0F" w:rsidP="00FF1ACD">
      <w:r>
        <w:separator/>
      </w:r>
    </w:p>
  </w:footnote>
  <w:footnote w:type="continuationSeparator" w:id="0">
    <w:p w:rsidR="00590F0F" w:rsidRDefault="00590F0F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2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37CBE"/>
    <w:rsid w:val="00146394"/>
    <w:rsid w:val="00165086"/>
    <w:rsid w:val="00170EF7"/>
    <w:rsid w:val="001713A0"/>
    <w:rsid w:val="00171829"/>
    <w:rsid w:val="00194259"/>
    <w:rsid w:val="001A2929"/>
    <w:rsid w:val="001A319A"/>
    <w:rsid w:val="001A6E92"/>
    <w:rsid w:val="001B0FFE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984"/>
    <w:rsid w:val="00277ECB"/>
    <w:rsid w:val="00293B71"/>
    <w:rsid w:val="00294E5A"/>
    <w:rsid w:val="0029543B"/>
    <w:rsid w:val="00295728"/>
    <w:rsid w:val="00296686"/>
    <w:rsid w:val="00297FD3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5EDE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2623E"/>
    <w:rsid w:val="00532A33"/>
    <w:rsid w:val="00552D3C"/>
    <w:rsid w:val="00556448"/>
    <w:rsid w:val="0056221C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3098"/>
    <w:rsid w:val="008444E2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94857"/>
    <w:rsid w:val="009A7A59"/>
    <w:rsid w:val="009D3C24"/>
    <w:rsid w:val="009D4415"/>
    <w:rsid w:val="009E2881"/>
    <w:rsid w:val="009E5A15"/>
    <w:rsid w:val="009F1E9F"/>
    <w:rsid w:val="00A012B7"/>
    <w:rsid w:val="00A04E16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64352"/>
    <w:rsid w:val="00B7034B"/>
    <w:rsid w:val="00B74FEA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6259F"/>
    <w:rsid w:val="00E65BC3"/>
    <w:rsid w:val="00E76FB4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3337"/>
    <w:rsid w:val="00EC618A"/>
    <w:rsid w:val="00F2576C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zneftetor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aznefte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</Template>
  <TotalTime>0</TotalTime>
  <Pages>2</Pages>
  <Words>423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Анна Мухамедова</cp:lastModifiedBy>
  <cp:revision>3</cp:revision>
  <cp:lastPrinted>2016-07-12T14:12:00Z</cp:lastPrinted>
  <dcterms:created xsi:type="dcterms:W3CDTF">2016-07-12T14:12:00Z</dcterms:created>
  <dcterms:modified xsi:type="dcterms:W3CDTF">2016-07-12T14:12:00Z</dcterms:modified>
</cp:coreProperties>
</file>