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80" w:rsidRPr="00A77985" w:rsidRDefault="00EE0EFD" w:rsidP="008D6E80">
      <w:pPr>
        <w:ind w:left="-1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№15</w:t>
      </w:r>
      <w:bookmarkStart w:id="0" w:name="_GoBack"/>
      <w:bookmarkEnd w:id="0"/>
    </w:p>
    <w:p w:rsidR="008D6E80" w:rsidRPr="00A77985" w:rsidRDefault="008D6E80" w:rsidP="008D6E8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34"/>
        <w:tblW w:w="9464" w:type="dxa"/>
        <w:tblLayout w:type="fixed"/>
        <w:tblLook w:val="0000" w:firstRow="0" w:lastRow="0" w:firstColumn="0" w:lastColumn="0" w:noHBand="0" w:noVBand="0"/>
      </w:tblPr>
      <w:tblGrid>
        <w:gridCol w:w="4786"/>
        <w:gridCol w:w="4678"/>
      </w:tblGrid>
      <w:tr w:rsidR="008D6E80" w:rsidRPr="00A77985" w:rsidTr="00D57FF9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E80" w:rsidRPr="00A77985" w:rsidRDefault="008D6E80" w:rsidP="00D57FF9">
            <w:pPr>
              <w:tabs>
                <w:tab w:val="left" w:pos="7938"/>
              </w:tabs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6E80" w:rsidRPr="00A77985" w:rsidRDefault="008D6E80" w:rsidP="00D57FF9">
            <w:pPr>
              <w:tabs>
                <w:tab w:val="left" w:pos="7938"/>
              </w:tabs>
              <w:spacing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Cs/>
                <w:sz w:val="24"/>
                <w:szCs w:val="24"/>
              </w:rPr>
              <w:t>Фирменный бланк Заявителя</w:t>
            </w:r>
          </w:p>
          <w:p w:rsidR="008D6E80" w:rsidRPr="00A77985" w:rsidRDefault="008D6E80" w:rsidP="00D57FF9">
            <w:pPr>
              <w:tabs>
                <w:tab w:val="left" w:pos="7938"/>
              </w:tabs>
              <w:spacing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6E80" w:rsidRDefault="008D6E80" w:rsidP="00D57FF9">
            <w:pPr>
              <w:tabs>
                <w:tab w:val="left" w:pos="7938"/>
              </w:tabs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Cs/>
                <w:sz w:val="24"/>
                <w:szCs w:val="24"/>
              </w:rPr>
              <w:t>«_____»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79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 20__года </w:t>
            </w:r>
          </w:p>
          <w:p w:rsidR="008D6E80" w:rsidRPr="00A77985" w:rsidRDefault="008D6E80" w:rsidP="00D57FF9">
            <w:pPr>
              <w:tabs>
                <w:tab w:val="left" w:pos="7938"/>
              </w:tabs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№______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E80" w:rsidRPr="00A77985" w:rsidRDefault="008D6E80" w:rsidP="00D57FF9">
            <w:pPr>
              <w:tabs>
                <w:tab w:val="left" w:pos="7938"/>
              </w:tabs>
              <w:snapToGrid w:val="0"/>
              <w:spacing w:line="288" w:lineRule="auto"/>
              <w:ind w:lef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6E80" w:rsidRPr="00A77985" w:rsidRDefault="008D6E80" w:rsidP="00D57FF9">
            <w:pPr>
              <w:tabs>
                <w:tab w:val="left" w:pos="7938"/>
              </w:tabs>
              <w:snapToGrid w:val="0"/>
              <w:spacing w:line="288" w:lineRule="auto"/>
              <w:ind w:left="12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Генеральному директору </w:t>
            </w:r>
          </w:p>
          <w:p w:rsidR="008D6E80" w:rsidRPr="00A77985" w:rsidRDefault="008D6E80" w:rsidP="00D57FF9">
            <w:pPr>
              <w:tabs>
                <w:tab w:val="left" w:pos="7938"/>
              </w:tabs>
              <w:snapToGrid w:val="0"/>
              <w:spacing w:line="288" w:lineRule="auto"/>
              <w:ind w:left="12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Cs/>
                <w:sz w:val="24"/>
                <w:szCs w:val="24"/>
              </w:rPr>
              <w:t>ОАО «ТГК-1»</w:t>
            </w:r>
          </w:p>
          <w:p w:rsidR="008D6E80" w:rsidRPr="00A77985" w:rsidRDefault="008D6E80" w:rsidP="00D57FF9">
            <w:pPr>
              <w:tabs>
                <w:tab w:val="left" w:pos="7938"/>
              </w:tabs>
              <w:snapToGrid w:val="0"/>
              <w:spacing w:line="288" w:lineRule="auto"/>
              <w:ind w:left="12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D6E80" w:rsidRPr="000E2613" w:rsidRDefault="008D6E80" w:rsidP="008D6E80">
      <w:pPr>
        <w:keepNext/>
        <w:keepLines/>
        <w:overflowPunct w:val="0"/>
        <w:spacing w:before="360" w:after="60"/>
        <w:jc w:val="center"/>
        <w:textAlignment w:val="baseline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E2613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</w:p>
    <w:p w:rsidR="008D6E80" w:rsidRPr="00A77985" w:rsidRDefault="008D6E80" w:rsidP="008D6E80">
      <w:pPr>
        <w:rPr>
          <w:rFonts w:ascii="Times New Roman" w:hAnsi="Times New Roman" w:cs="Times New Roman"/>
          <w:sz w:val="16"/>
          <w:szCs w:val="16"/>
        </w:rPr>
      </w:pPr>
    </w:p>
    <w:p w:rsidR="008D6E80" w:rsidRDefault="008D6E80" w:rsidP="008D6E80">
      <w:pPr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sz w:val="24"/>
          <w:szCs w:val="24"/>
        </w:rPr>
        <w:t xml:space="preserve">Настоящим подтверждаем, что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77985">
        <w:rPr>
          <w:rFonts w:ascii="Times New Roman" w:hAnsi="Times New Roman" w:cs="Times New Roman"/>
          <w:sz w:val="24"/>
          <w:szCs w:val="24"/>
        </w:rPr>
        <w:t>________________________ (наименование контрагента</w:t>
      </w:r>
      <w:r>
        <w:rPr>
          <w:rFonts w:ascii="Times New Roman" w:hAnsi="Times New Roman" w:cs="Times New Roman"/>
          <w:sz w:val="24"/>
          <w:szCs w:val="24"/>
        </w:rPr>
        <w:t>, ИНН/ОГРН</w:t>
      </w:r>
      <w:r w:rsidRPr="00A77985">
        <w:rPr>
          <w:rFonts w:ascii="Times New Roman" w:hAnsi="Times New Roman" w:cs="Times New Roman"/>
          <w:sz w:val="24"/>
          <w:szCs w:val="24"/>
        </w:rPr>
        <w:t>) в</w:t>
      </w:r>
      <w:r>
        <w:rPr>
          <w:rFonts w:ascii="Times New Roman" w:hAnsi="Times New Roman" w:cs="Times New Roman"/>
          <w:sz w:val="24"/>
          <w:szCs w:val="24"/>
        </w:rPr>
        <w:t>о исполнение требований Федерального закона от 27.07.2006 № 152-ФЗ «О персональных данных», в целях обеспечения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</w:t>
      </w:r>
      <w:r w:rsidRPr="00A77985">
        <w:rPr>
          <w:rFonts w:ascii="Times New Roman" w:hAnsi="Times New Roman" w:cs="Times New Roman"/>
          <w:sz w:val="24"/>
          <w:szCs w:val="24"/>
        </w:rPr>
        <w:t xml:space="preserve"> получено согласие 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средств автоматизации, так и без использования таких средств, т.е. совершение следующих действий: сбор, систематизацию, накопление, хранение, уточнение, использование, блокирование, уничтожение</w:t>
      </w:r>
      <w:r w:rsidRPr="00A77985">
        <w:rPr>
          <w:rFonts w:ascii="Times New Roman" w:hAnsi="Times New Roman" w:cs="Times New Roman"/>
          <w:sz w:val="24"/>
          <w:szCs w:val="24"/>
        </w:rPr>
        <w:t>, содержащихся в комплекте докум</w:t>
      </w:r>
      <w:r>
        <w:rPr>
          <w:rFonts w:ascii="Times New Roman" w:hAnsi="Times New Roman" w:cs="Times New Roman"/>
          <w:sz w:val="24"/>
          <w:szCs w:val="24"/>
        </w:rPr>
        <w:t>ентов, передаваемых ОАО «ТГК-1», а также возможность предоставления иным трет</w:t>
      </w:r>
      <w:r w:rsidRPr="00A432F1">
        <w:rPr>
          <w:rFonts w:ascii="Times New Roman" w:hAnsi="Times New Roman" w:cs="Times New Roman"/>
          <w:sz w:val="24"/>
          <w:szCs w:val="24"/>
        </w:rPr>
        <w:t>ьи</w:t>
      </w:r>
      <w:r>
        <w:rPr>
          <w:rFonts w:ascii="Times New Roman" w:hAnsi="Times New Roman" w:cs="Times New Roman"/>
          <w:sz w:val="24"/>
          <w:szCs w:val="24"/>
        </w:rPr>
        <w:t>м лицам, входящим в группу компаний «Газпром».</w:t>
      </w:r>
    </w:p>
    <w:p w:rsidR="008D6E80" w:rsidRDefault="008D6E80" w:rsidP="008D6E80">
      <w:pPr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E80" w:rsidRPr="00A77985" w:rsidRDefault="008D6E80" w:rsidP="008D6E80">
      <w:pPr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вступает в силу со дня его подписания и действует в течение пяти лет.</w:t>
      </w:r>
    </w:p>
    <w:p w:rsidR="008D6E80" w:rsidRPr="00A77985" w:rsidRDefault="008D6E80" w:rsidP="008D6E80">
      <w:pPr>
        <w:tabs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620"/>
        <w:gridCol w:w="3882"/>
      </w:tblGrid>
      <w:tr w:rsidR="008D6E80" w:rsidRPr="00A77985" w:rsidTr="00D57FF9">
        <w:tc>
          <w:tcPr>
            <w:tcW w:w="3960" w:type="dxa"/>
            <w:tcBorders>
              <w:bottom w:val="single" w:sz="4" w:space="0" w:color="auto"/>
            </w:tcBorders>
          </w:tcPr>
          <w:p w:rsidR="008D6E80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6E80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6E80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6E80" w:rsidRPr="00A77985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8D6E80" w:rsidRPr="00A77985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8D6E80" w:rsidRPr="00A77985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6E80" w:rsidRPr="00A77985" w:rsidTr="00D57FF9">
        <w:tc>
          <w:tcPr>
            <w:tcW w:w="3960" w:type="dxa"/>
            <w:tcBorders>
              <w:top w:val="single" w:sz="4" w:space="0" w:color="auto"/>
            </w:tcBorders>
          </w:tcPr>
          <w:p w:rsidR="008D6E80" w:rsidRPr="00A77985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(</w:t>
            </w:r>
            <w:r w:rsidRPr="00A7798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должность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</w:t>
            </w:r>
            <w:r w:rsidRPr="00A7798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уполномоченного представителя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, дата</w:t>
            </w:r>
            <w:r w:rsidRPr="00A7798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620" w:type="dxa"/>
          </w:tcPr>
          <w:p w:rsidR="008D6E80" w:rsidRPr="00A77985" w:rsidRDefault="008D6E80" w:rsidP="00D57FF9">
            <w:pPr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8D6E80" w:rsidRPr="00A77985" w:rsidRDefault="008D6E80" w:rsidP="00D57FF9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подпись, </w:t>
            </w:r>
            <w:r w:rsidRPr="00A7798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фамили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я, имя, отчество</w:t>
            </w:r>
            <w:r w:rsidRPr="00A77985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)</w:t>
            </w:r>
          </w:p>
        </w:tc>
      </w:tr>
    </w:tbl>
    <w:p w:rsidR="008D6E80" w:rsidRPr="00A77985" w:rsidRDefault="008D6E80" w:rsidP="008D6E80">
      <w:pPr>
        <w:overflowPunct w:val="0"/>
        <w:spacing w:line="288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77985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8D6E80" w:rsidRDefault="008D6E80" w:rsidP="008D6E80"/>
    <w:p w:rsidR="008D6E80" w:rsidRDefault="008D6E80" w:rsidP="008D6E80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D6E80" w:rsidRPr="00A432F1" w:rsidRDefault="008D6E80" w:rsidP="008D6E80">
      <w:pPr>
        <w:rPr>
          <w:rFonts w:ascii="Times New Roman" w:hAnsi="Times New Roman" w:cs="Times New Roman"/>
          <w:sz w:val="24"/>
          <w:szCs w:val="24"/>
        </w:rPr>
      </w:pPr>
    </w:p>
    <w:p w:rsidR="008F3640" w:rsidRDefault="008F3640"/>
    <w:sectPr w:rsidR="008F3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BD"/>
    <w:rsid w:val="003549BD"/>
    <w:rsid w:val="008D6E80"/>
    <w:rsid w:val="008F3640"/>
    <w:rsid w:val="00EE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52ECA1B2</Template>
  <TotalTime>2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Заруба Александра Александровна</dc:creator>
  <cp:keywords/>
  <dc:description/>
  <cp:lastModifiedBy>Константин Шилов</cp:lastModifiedBy>
  <cp:revision>3</cp:revision>
  <dcterms:created xsi:type="dcterms:W3CDTF">2015-01-28T13:57:00Z</dcterms:created>
  <dcterms:modified xsi:type="dcterms:W3CDTF">2015-05-21T15:01:00Z</dcterms:modified>
</cp:coreProperties>
</file>