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AE3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F402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F40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576716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576716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1D24C5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1D24C5" w:rsidRPr="001D24C5">
        <w:rPr>
          <w:rFonts w:ascii="Times New Roman" w:hAnsi="Times New Roman" w:cs="Times New Roman"/>
          <w:b/>
          <w:sz w:val="28"/>
          <w:szCs w:val="28"/>
        </w:rPr>
        <w:t xml:space="preserve">запасных частей к высоконапорной арматуре </w:t>
      </w:r>
    </w:p>
    <w:p w:rsidR="00DD4FFA" w:rsidRDefault="001D24C5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4C5">
        <w:rPr>
          <w:rFonts w:ascii="Times New Roman" w:hAnsi="Times New Roman" w:cs="Times New Roman"/>
          <w:b/>
          <w:sz w:val="28"/>
          <w:szCs w:val="28"/>
        </w:rPr>
        <w:t>для филиала "Невский"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2D7FC7">
        <w:rPr>
          <w:rFonts w:ascii="Times New Roman" w:hAnsi="Times New Roman" w:cs="Times New Roman"/>
          <w:b/>
          <w:sz w:val="28"/>
          <w:szCs w:val="28"/>
        </w:rPr>
        <w:t xml:space="preserve"> 17-26</w:t>
      </w:r>
    </w:p>
    <w:p w:rsidR="00B65AD5" w:rsidRPr="005767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1D24C5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24C5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D4FFA" w:rsidRPr="001D24C5">
        <w:rPr>
          <w:rFonts w:ascii="Times New Roman" w:hAnsi="Times New Roman" w:cs="Times New Roman"/>
          <w:sz w:val="24"/>
          <w:szCs w:val="24"/>
        </w:rPr>
        <w:t xml:space="preserve"> </w:t>
      </w:r>
      <w:r w:rsidR="001D24C5" w:rsidRPr="001D24C5">
        <w:rPr>
          <w:rFonts w:ascii="Times New Roman" w:hAnsi="Times New Roman" w:cs="Times New Roman"/>
          <w:sz w:val="24"/>
          <w:szCs w:val="24"/>
        </w:rPr>
        <w:t>Запасные части к высоконапорной арматуре для филиала "Невский"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</w:t>
      </w:r>
      <w:r w:rsidR="00A023A0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A023A0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DF6284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DD4F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23A0">
        <w:rPr>
          <w:rFonts w:ascii="Times New Roman" w:eastAsia="Times New Roman" w:hAnsi="Times New Roman"/>
          <w:sz w:val="24"/>
          <w:szCs w:val="24"/>
          <w:lang w:eastAsia="ru-RU"/>
        </w:rPr>
        <w:t>календарных дней с даты подписания Покупателем (Грузополучателем) товарной накладной (форма ТОРГ-12).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32137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321379" w:rsidRPr="00321379">
        <w:rPr>
          <w:rFonts w:ascii="Times New Roman" w:hAnsi="Times New Roman" w:cs="Times New Roman"/>
          <w:sz w:val="24"/>
          <w:szCs w:val="24"/>
        </w:rPr>
        <w:t xml:space="preserve">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безопасности, </w:t>
      </w:r>
      <w:r w:rsidR="00321379" w:rsidRPr="00F34C3C">
        <w:rPr>
          <w:rFonts w:ascii="Times New Roman" w:hAnsi="Times New Roman" w:cs="Times New Roman"/>
          <w:sz w:val="24"/>
          <w:szCs w:val="24"/>
        </w:rPr>
        <w:t>декларацию или сертификат соответствия техническому регламенту таможенного союза ТР ТС 032/2013 «О безопасности оборудования, работающего под избыточным давлением», ТР ТС 010/2011 «О безопасности машин и оборудования».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Pr="00DD4FFA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DD4FFA">
        <w:rPr>
          <w:rFonts w:ascii="Times New Roman" w:hAnsi="Times New Roman" w:cs="Times New Roman"/>
          <w:sz w:val="24"/>
          <w:szCs w:val="24"/>
        </w:rPr>
        <w:t>ой</w:t>
      </w:r>
      <w:r w:rsidR="00EA7CBD" w:rsidRPr="00DD4FFA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F6284" w:rsidRPr="00DD4FFA">
        <w:rPr>
          <w:rFonts w:ascii="Times New Roman" w:hAnsi="Times New Roman" w:cs="Times New Roman"/>
          <w:sz w:val="24"/>
          <w:szCs w:val="24"/>
        </w:rPr>
        <w:t>6</w:t>
      </w:r>
      <w:r w:rsidR="00000970" w:rsidRPr="00DD4FFA">
        <w:rPr>
          <w:rFonts w:ascii="Times New Roman" w:hAnsi="Times New Roman" w:cs="Times New Roman"/>
          <w:sz w:val="24"/>
          <w:szCs w:val="24"/>
        </w:rPr>
        <w:t xml:space="preserve"> </w:t>
      </w:r>
      <w:r w:rsidRPr="00DD4FFA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A29C4">
        <w:rPr>
          <w:rFonts w:ascii="Times New Roman" w:hAnsi="Times New Roman" w:cs="Times New Roman"/>
          <w:sz w:val="24"/>
          <w:szCs w:val="24"/>
        </w:rPr>
        <w:t>Участник</w:t>
      </w:r>
      <w:r w:rsidRPr="00576716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A37FBB" w:rsidRPr="00A37FBB" w:rsidRDefault="00A37FBB" w:rsidP="00A37FB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37FBB">
        <w:rPr>
          <w:rFonts w:ascii="Times New Roman" w:hAnsi="Times New Roman" w:cs="Times New Roman"/>
          <w:sz w:val="24"/>
          <w:szCs w:val="24"/>
        </w:rPr>
        <w:t>- Гарантийный срок продукции должен составлять срок, указанный в техническом паспорте, но не менее 12 месяцев с даты ввода в эксплуатацию.</w:t>
      </w:r>
    </w:p>
    <w:p w:rsidR="00B6667C" w:rsidRPr="00DD4FF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576716">
        <w:rPr>
          <w:rFonts w:ascii="Times New Roman" w:hAnsi="Times New Roman" w:cs="Times New Roman"/>
          <w:sz w:val="24"/>
          <w:szCs w:val="24"/>
        </w:rPr>
        <w:lastRenderedPageBreak/>
        <w:t>обязательствам, срокам и условиям поставки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после</w:t>
      </w:r>
      <w:r w:rsidR="00AE30E7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576716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FA29C4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DD4FFA" w:rsidRPr="00DD4FFA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9A5615" w:rsidRPr="009A5615" w:rsidRDefault="00B6667C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FFA">
        <w:rPr>
          <w:rFonts w:ascii="Times New Roman" w:hAnsi="Times New Roman" w:cs="Times New Roman"/>
          <w:sz w:val="24"/>
          <w:szCs w:val="24"/>
        </w:rPr>
        <w:t>2.</w:t>
      </w:r>
      <w:r w:rsidR="00C3008F" w:rsidRPr="00DD4FFA">
        <w:rPr>
          <w:rFonts w:ascii="Times New Roman" w:hAnsi="Times New Roman" w:cs="Times New Roman"/>
          <w:sz w:val="24"/>
          <w:szCs w:val="24"/>
        </w:rPr>
        <w:t>3</w:t>
      </w:r>
      <w:r w:rsidRPr="00DD4FFA">
        <w:rPr>
          <w:rFonts w:ascii="Times New Roman" w:hAnsi="Times New Roman" w:cs="Times New Roman"/>
          <w:sz w:val="24"/>
          <w:szCs w:val="24"/>
        </w:rPr>
        <w:t>.</w:t>
      </w:r>
      <w:r w:rsidRPr="00DD4FFA">
        <w:t xml:space="preserve"> </w:t>
      </w:r>
      <w:r w:rsidRPr="00DD4FFA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9A5615" w:rsidRPr="00DD4FFA">
        <w:rPr>
          <w:rFonts w:ascii="Times New Roman" w:hAnsi="Times New Roman" w:cs="Times New Roman"/>
          <w:sz w:val="24"/>
          <w:szCs w:val="24"/>
        </w:rPr>
        <w:t>должен обеспечить размещение заказа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изготовление Продукции не позднее </w:t>
      </w:r>
      <w:r w:rsidR="00DD4FFA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</w:t>
      </w:r>
      <w:r w:rsidR="00DB1039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аявки на поставку. 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A5615" w:rsidRPr="00576716" w:rsidRDefault="009A5615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CC1D5D" w:rsidRDefault="00FE23B9" w:rsidP="00A1644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D5D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CC1D5D">
        <w:rPr>
          <w:rFonts w:ascii="Times New Roman" w:hAnsi="Times New Roman" w:cs="Times New Roman"/>
          <w:sz w:val="24"/>
          <w:szCs w:val="24"/>
        </w:rPr>
        <w:t>предложений</w:t>
      </w:r>
      <w:r w:rsidR="004B79E8" w:rsidRPr="004B79E8">
        <w:t xml:space="preserve"> </w:t>
      </w:r>
      <w:r w:rsidR="004B79E8" w:rsidRPr="00CC1D5D">
        <w:rPr>
          <w:rFonts w:ascii="Times New Roman" w:hAnsi="Times New Roman" w:cs="Times New Roman"/>
          <w:sz w:val="24"/>
          <w:szCs w:val="24"/>
        </w:rPr>
        <w:t>и изготовитель продукции</w:t>
      </w:r>
      <w:r w:rsidR="00E0042E" w:rsidRPr="00CC1D5D">
        <w:rPr>
          <w:rFonts w:ascii="Times New Roman" w:hAnsi="Times New Roman" w:cs="Times New Roman"/>
          <w:sz w:val="24"/>
          <w:szCs w:val="24"/>
        </w:rPr>
        <w:t xml:space="preserve"> </w:t>
      </w:r>
      <w:r w:rsidRPr="00CC1D5D">
        <w:rPr>
          <w:rFonts w:ascii="Times New Roman" w:hAnsi="Times New Roman" w:cs="Times New Roman"/>
          <w:sz w:val="24"/>
          <w:szCs w:val="24"/>
        </w:rPr>
        <w:t>долж</w:t>
      </w:r>
      <w:r w:rsidR="00EE1790" w:rsidRPr="00CC1D5D">
        <w:rPr>
          <w:rFonts w:ascii="Times New Roman" w:hAnsi="Times New Roman" w:cs="Times New Roman"/>
          <w:sz w:val="24"/>
          <w:szCs w:val="24"/>
        </w:rPr>
        <w:t>е</w:t>
      </w:r>
      <w:r w:rsidRPr="00CC1D5D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250EC6">
        <w:rPr>
          <w:rFonts w:ascii="Times New Roman" w:hAnsi="Times New Roman" w:cs="Times New Roman"/>
          <w:sz w:val="24"/>
          <w:szCs w:val="24"/>
        </w:rPr>
        <w:t xml:space="preserve">запасных частей к высоконапорной арматуре </w:t>
      </w:r>
      <w:r w:rsidR="008114D5" w:rsidRPr="00CC1D5D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E0042E" w:rsidRPr="00CC1D5D">
        <w:rPr>
          <w:rFonts w:ascii="Times New Roman" w:hAnsi="Times New Roman" w:cs="Times New Roman"/>
          <w:sz w:val="24"/>
          <w:szCs w:val="24"/>
        </w:rPr>
        <w:t>3-х</w:t>
      </w:r>
      <w:r w:rsidR="00A52C04" w:rsidRPr="00CC1D5D">
        <w:rPr>
          <w:rFonts w:ascii="Times New Roman" w:hAnsi="Times New Roman" w:cs="Times New Roman"/>
          <w:sz w:val="24"/>
          <w:szCs w:val="24"/>
        </w:rPr>
        <w:t xml:space="preserve"> лет</w:t>
      </w:r>
      <w:r w:rsidRPr="00CC1D5D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CC1D5D">
        <w:rPr>
          <w:rFonts w:ascii="Times New Roman" w:hAnsi="Times New Roman" w:cs="Times New Roman"/>
          <w:sz w:val="24"/>
          <w:szCs w:val="24"/>
        </w:rPr>
        <w:t>их</w:t>
      </w:r>
      <w:r w:rsidR="00A52C04" w:rsidRPr="00CC1D5D">
        <w:rPr>
          <w:rFonts w:ascii="Times New Roman" w:hAnsi="Times New Roman" w:cs="Times New Roman"/>
          <w:sz w:val="24"/>
          <w:szCs w:val="24"/>
        </w:rPr>
        <w:t xml:space="preserve"> </w:t>
      </w:r>
      <w:r w:rsidRPr="00CC1D5D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</w:p>
    <w:p w:rsidR="00CC1D5D" w:rsidRPr="00CC1D5D" w:rsidRDefault="00E57690" w:rsidP="00C050A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D5D">
        <w:rPr>
          <w:rFonts w:ascii="Times New Roman" w:hAnsi="Times New Roman" w:cs="Times New Roman"/>
          <w:sz w:val="24"/>
          <w:szCs w:val="24"/>
        </w:rPr>
        <w:t>Участник открытого запроса и изготовитель продукции должен предоставить необходимые разрешения и сертификаты, в том числе декларацию или сертификат соответствия техническому регламенту Таможенного союза ТР ТС 032/2013 «О безопасности оборудования, работающего под избыточным давлением</w:t>
      </w:r>
      <w:r w:rsidR="002B428E" w:rsidRPr="00CC1D5D">
        <w:rPr>
          <w:rFonts w:ascii="Times New Roman" w:hAnsi="Times New Roman" w:cs="Times New Roman"/>
          <w:sz w:val="24"/>
          <w:szCs w:val="24"/>
        </w:rPr>
        <w:t>», ТР ТС 010/2011 «О безопасности машин и оборудования» на</w:t>
      </w:r>
      <w:r w:rsidRPr="00CC1D5D">
        <w:rPr>
          <w:rFonts w:ascii="Times New Roman" w:hAnsi="Times New Roman" w:cs="Times New Roman"/>
          <w:sz w:val="24"/>
          <w:szCs w:val="24"/>
        </w:rPr>
        <w:t xml:space="preserve"> производство арматуры высокого давления, для которой заказываются запасные части, </w:t>
      </w:r>
      <w:r w:rsidR="00CC1D5D" w:rsidRPr="00CC1D5D">
        <w:rPr>
          <w:rFonts w:ascii="Times New Roman" w:hAnsi="Times New Roman" w:cs="Times New Roman"/>
          <w:sz w:val="24"/>
          <w:szCs w:val="24"/>
        </w:rPr>
        <w:t xml:space="preserve">сертификат (свидетельство) официального дилера либо гарантийное письмо завода изготовителя или дилера с подтверждением дилерских полномочий. </w:t>
      </w:r>
    </w:p>
    <w:p w:rsidR="00FE23B9" w:rsidRPr="00CC1D5D" w:rsidRDefault="00FE23B9" w:rsidP="00C050A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D5D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CC1D5D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CC1D5D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CC1D5D">
        <w:rPr>
          <w:rFonts w:ascii="Times New Roman" w:hAnsi="Times New Roman" w:cs="Times New Roman"/>
          <w:sz w:val="24"/>
          <w:szCs w:val="24"/>
        </w:rPr>
        <w:t xml:space="preserve">й </w:t>
      </w:r>
      <w:r w:rsidRPr="00CC1D5D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CC1D5D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CC1D5D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CC1D5D">
        <w:rPr>
          <w:rFonts w:ascii="Times New Roman" w:hAnsi="Times New Roman" w:cs="Times New Roman"/>
          <w:sz w:val="24"/>
          <w:szCs w:val="24"/>
        </w:rPr>
        <w:t xml:space="preserve"> </w:t>
      </w:r>
      <w:r w:rsidRPr="00CC1D5D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CC1D5D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E57690" w:rsidRDefault="00E5769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576716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1.Спецификация </w:t>
      </w:r>
      <w:r w:rsidR="00712618" w:rsidRPr="00576716">
        <w:rPr>
          <w:rFonts w:ascii="Times New Roman" w:hAnsi="Times New Roman" w:cs="Times New Roman"/>
          <w:sz w:val="24"/>
          <w:szCs w:val="24"/>
        </w:rPr>
        <w:t xml:space="preserve"> №</w:t>
      </w:r>
      <w:r w:rsidR="00E57690">
        <w:rPr>
          <w:rFonts w:ascii="Times New Roman" w:hAnsi="Times New Roman" w:cs="Times New Roman"/>
          <w:sz w:val="24"/>
          <w:szCs w:val="24"/>
        </w:rPr>
        <w:t xml:space="preserve"> 1</w:t>
      </w:r>
      <w:r w:rsidR="0071261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на </w:t>
      </w:r>
      <w:r w:rsidR="00E57690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 xml:space="preserve"> лист</w:t>
      </w:r>
      <w:r w:rsidR="00E57690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576716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576716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 Ф.И.О.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DD4FFA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 w:rsidRPr="00576716">
        <w:rPr>
          <w:rFonts w:ascii="Times New Roman" w:hAnsi="Times New Roman" w:cs="Times New Roman"/>
          <w:sz w:val="24"/>
          <w:szCs w:val="24"/>
        </w:rPr>
        <w:t xml:space="preserve">  </w:t>
      </w:r>
      <w:r w:rsidRPr="00576716">
        <w:rPr>
          <w:rFonts w:ascii="Times New Roman" w:hAnsi="Times New Roman" w:cs="Times New Roman"/>
          <w:sz w:val="24"/>
          <w:szCs w:val="24"/>
        </w:rPr>
        <w:t>тел: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DD4FFA">
        <w:rPr>
          <w:rFonts w:ascii="Times New Roman" w:hAnsi="Times New Roman" w:cs="Times New Roman"/>
          <w:sz w:val="24"/>
          <w:szCs w:val="24"/>
        </w:rPr>
        <w:t xml:space="preserve">(812) </w:t>
      </w:r>
      <w:r w:rsidR="00024A1F">
        <w:rPr>
          <w:rFonts w:ascii="Times New Roman" w:hAnsi="Times New Roman" w:cs="Times New Roman"/>
          <w:sz w:val="24"/>
          <w:szCs w:val="24"/>
        </w:rPr>
        <w:t>688</w:t>
      </w:r>
      <w:r w:rsidR="00DD4FFA">
        <w:rPr>
          <w:rFonts w:ascii="Times New Roman" w:hAnsi="Times New Roman" w:cs="Times New Roman"/>
          <w:sz w:val="24"/>
          <w:szCs w:val="24"/>
        </w:rPr>
        <w:t>-37-72.</w:t>
      </w:r>
    </w:p>
    <w:p w:rsidR="00147E59" w:rsidRPr="00BA4477" w:rsidRDefault="00147E59" w:rsidP="00BA44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="0032137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2F1" w:rsidRDefault="000642F1" w:rsidP="00147E59">
      <w:pPr>
        <w:spacing w:after="0" w:line="240" w:lineRule="auto"/>
      </w:pPr>
      <w:r>
        <w:separator/>
      </w:r>
    </w:p>
  </w:endnote>
  <w:endnote w:type="continuationSeparator" w:id="0">
    <w:p w:rsidR="000642F1" w:rsidRDefault="000642F1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2F1" w:rsidRDefault="000642F1" w:rsidP="00147E59">
      <w:pPr>
        <w:spacing w:after="0" w:line="240" w:lineRule="auto"/>
      </w:pPr>
      <w:r>
        <w:separator/>
      </w:r>
    </w:p>
  </w:footnote>
  <w:footnote w:type="continuationSeparator" w:id="0">
    <w:p w:rsidR="000642F1" w:rsidRDefault="000642F1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24A1F"/>
    <w:rsid w:val="00036E4C"/>
    <w:rsid w:val="000642F1"/>
    <w:rsid w:val="00147E59"/>
    <w:rsid w:val="0018666F"/>
    <w:rsid w:val="001A36BA"/>
    <w:rsid w:val="001D24C5"/>
    <w:rsid w:val="002466A4"/>
    <w:rsid w:val="00250EC6"/>
    <w:rsid w:val="00290A1F"/>
    <w:rsid w:val="002A692F"/>
    <w:rsid w:val="002B428E"/>
    <w:rsid w:val="002C6189"/>
    <w:rsid w:val="002D7FC7"/>
    <w:rsid w:val="003101A2"/>
    <w:rsid w:val="00321379"/>
    <w:rsid w:val="003971EB"/>
    <w:rsid w:val="00400BB4"/>
    <w:rsid w:val="00412136"/>
    <w:rsid w:val="004854D3"/>
    <w:rsid w:val="004B167D"/>
    <w:rsid w:val="004B3044"/>
    <w:rsid w:val="004B79E8"/>
    <w:rsid w:val="004C246D"/>
    <w:rsid w:val="004C67B1"/>
    <w:rsid w:val="004D775B"/>
    <w:rsid w:val="00520B16"/>
    <w:rsid w:val="005246F2"/>
    <w:rsid w:val="00576716"/>
    <w:rsid w:val="00583554"/>
    <w:rsid w:val="006233B8"/>
    <w:rsid w:val="00645299"/>
    <w:rsid w:val="00694E57"/>
    <w:rsid w:val="006B4D87"/>
    <w:rsid w:val="006E453E"/>
    <w:rsid w:val="00712618"/>
    <w:rsid w:val="00725599"/>
    <w:rsid w:val="00754B17"/>
    <w:rsid w:val="00767250"/>
    <w:rsid w:val="00793228"/>
    <w:rsid w:val="007B6659"/>
    <w:rsid w:val="007F0001"/>
    <w:rsid w:val="008114D5"/>
    <w:rsid w:val="00811F73"/>
    <w:rsid w:val="00823EC8"/>
    <w:rsid w:val="00893AD3"/>
    <w:rsid w:val="008D5EE1"/>
    <w:rsid w:val="009A5615"/>
    <w:rsid w:val="00A023A0"/>
    <w:rsid w:val="00A32609"/>
    <w:rsid w:val="00A37FBB"/>
    <w:rsid w:val="00A52C04"/>
    <w:rsid w:val="00A86875"/>
    <w:rsid w:val="00AE30E7"/>
    <w:rsid w:val="00B3080D"/>
    <w:rsid w:val="00B56B95"/>
    <w:rsid w:val="00B614BB"/>
    <w:rsid w:val="00B65AD5"/>
    <w:rsid w:val="00B6667C"/>
    <w:rsid w:val="00B6673D"/>
    <w:rsid w:val="00BA4477"/>
    <w:rsid w:val="00C04F61"/>
    <w:rsid w:val="00C3008F"/>
    <w:rsid w:val="00C34F4A"/>
    <w:rsid w:val="00C9709B"/>
    <w:rsid w:val="00CC1D5D"/>
    <w:rsid w:val="00CE65D7"/>
    <w:rsid w:val="00D522DA"/>
    <w:rsid w:val="00D71584"/>
    <w:rsid w:val="00DB1039"/>
    <w:rsid w:val="00DC7650"/>
    <w:rsid w:val="00DD4FFA"/>
    <w:rsid w:val="00DF24D5"/>
    <w:rsid w:val="00DF6284"/>
    <w:rsid w:val="00E0042E"/>
    <w:rsid w:val="00E5045E"/>
    <w:rsid w:val="00E520DD"/>
    <w:rsid w:val="00E57690"/>
    <w:rsid w:val="00EA7B4A"/>
    <w:rsid w:val="00EA7CBD"/>
    <w:rsid w:val="00EE1790"/>
    <w:rsid w:val="00F10BC9"/>
    <w:rsid w:val="00F34C3C"/>
    <w:rsid w:val="00F40235"/>
    <w:rsid w:val="00F45948"/>
    <w:rsid w:val="00F76B17"/>
    <w:rsid w:val="00F91708"/>
    <w:rsid w:val="00FA29C4"/>
    <w:rsid w:val="00FC68D5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D20CAC08.dotm</Template>
  <TotalTime>67</TotalTime>
  <Pages>2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Анастасия Охлупина</cp:lastModifiedBy>
  <cp:revision>19</cp:revision>
  <cp:lastPrinted>2012-10-15T11:06:00Z</cp:lastPrinted>
  <dcterms:created xsi:type="dcterms:W3CDTF">2016-08-19T10:25:00Z</dcterms:created>
  <dcterms:modified xsi:type="dcterms:W3CDTF">2016-10-06T15:31:00Z</dcterms:modified>
</cp:coreProperties>
</file>