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194259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9F1E9F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9F1E9F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9F1E9F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9F1E9F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81587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9F1E9F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9F1E9F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9F1E9F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81587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9F1E9F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81587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 xml:space="preserve">ИНН </w:t>
            </w:r>
            <w:r w:rsidRPr="00815873">
              <w:rPr>
                <w:rFonts w:ascii="PragmaticaC" w:hAnsi="PragmaticaC"/>
                <w:sz w:val="18"/>
                <w:szCs w:val="18"/>
                <w:lang w:val="ru-RU"/>
              </w:rPr>
              <w:t>7733667750, КПП 77</w:t>
            </w:r>
            <w:r w:rsidR="00601263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815873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81587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815873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815873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601263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815873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9F1E9F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9F1E9F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9F1E9F">
              <w:rPr>
                <w:rFonts w:ascii="PragmaticaC" w:hAnsi="PragmaticaC"/>
                <w:sz w:val="18"/>
                <w:szCs w:val="18"/>
              </w:rPr>
              <w:t>www</w:t>
            </w:r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9F1E9F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9F1E9F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9F1E9F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A012B7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9F1E9F">
              <w:rPr>
                <w:rFonts w:ascii="PragmaticaC" w:hAnsi="PragmaticaC"/>
                <w:sz w:val="18"/>
                <w:szCs w:val="18"/>
              </w:rPr>
              <w:t>info</w:t>
            </w:r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9F1E9F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9F1E9F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9F1E9F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9F1E9F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437F0B" w:rsidRPr="00437F0B" w:rsidRDefault="00437F0B" w:rsidP="00437F0B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437F0B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437F0B" w:rsidRPr="00437F0B" w:rsidRDefault="00437F0B" w:rsidP="00437F0B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437F0B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предложений №447/16 на определение лучших условий выполнения работ по построению системы единого времени и </w:t>
            </w:r>
            <w:proofErr w:type="spellStart"/>
            <w:r w:rsidRPr="00437F0B">
              <w:rPr>
                <w:rFonts w:ascii="PragmaticaC" w:hAnsi="PragmaticaC"/>
                <w:sz w:val="18"/>
                <w:szCs w:val="18"/>
                <w:lang w:val="ru-RU"/>
              </w:rPr>
              <w:t>часофикация</w:t>
            </w:r>
            <w:proofErr w:type="spellEnd"/>
            <w:r w:rsidRPr="00437F0B">
              <w:rPr>
                <w:rFonts w:ascii="PragmaticaC" w:hAnsi="PragmaticaC"/>
                <w:sz w:val="18"/>
                <w:szCs w:val="18"/>
                <w:lang w:val="ru-RU"/>
              </w:rPr>
              <w:t xml:space="preserve"> ГЭС-10 и ГЭС-11 </w:t>
            </w:r>
          </w:p>
          <w:p w:rsidR="00A012B7" w:rsidRPr="00601263" w:rsidRDefault="00437F0B" w:rsidP="00437F0B">
            <w:pPr>
              <w:pStyle w:val="a4"/>
              <w:rPr>
                <w:lang w:val="ru-RU"/>
              </w:rPr>
            </w:pPr>
            <w:r w:rsidRPr="00437F0B">
              <w:rPr>
                <w:rFonts w:ascii="PragmaticaC" w:hAnsi="PragmaticaC"/>
                <w:sz w:val="18"/>
                <w:szCs w:val="18"/>
                <w:lang w:val="ru-RU"/>
              </w:rPr>
              <w:t>для нужд филиала "Невский" ОАО</w:t>
            </w:r>
            <w:r>
              <w:rPr>
                <w:rFonts w:ascii="PragmaticaC" w:hAnsi="PragmaticaC"/>
                <w:sz w:val="18"/>
                <w:szCs w:val="18"/>
                <w:lang w:val="ru-RU"/>
              </w:rPr>
              <w:t> </w:t>
            </w:r>
            <w:r w:rsidRPr="00437F0B">
              <w:rPr>
                <w:rFonts w:ascii="PragmaticaC" w:hAnsi="PragmaticaC"/>
                <w:sz w:val="18"/>
                <w:szCs w:val="18"/>
                <w:lang w:val="ru-RU"/>
              </w:rPr>
              <w:t>"ТГК-1"</w:t>
            </w:r>
          </w:p>
        </w:tc>
      </w:tr>
    </w:tbl>
    <w:p w:rsidR="00CE7ED0" w:rsidRPr="009F1E9F" w:rsidRDefault="004A3F9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A012B7" w:rsidRDefault="00A012B7" w:rsidP="00A012B7">
      <w:pPr>
        <w:pStyle w:val="a4"/>
        <w:rPr>
          <w:sz w:val="18"/>
          <w:szCs w:val="18"/>
          <w:lang w:val="ru-RU"/>
        </w:rPr>
      </w:pPr>
      <w:r w:rsidRPr="00A012B7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A012B7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A012B7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A012B7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A012B7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="00FF1ACD" w:rsidRPr="00A012B7">
        <w:rPr>
          <w:rFonts w:ascii="PragmaticaC" w:hAnsi="PragmaticaC"/>
          <w:sz w:val="18"/>
          <w:szCs w:val="18"/>
          <w:u w:val="single"/>
          <w:lang w:val="ru-RU"/>
        </w:rPr>
        <w:t>___</w:t>
      </w:r>
    </w:p>
    <w:p w:rsidR="00A012B7" w:rsidRPr="00A012B7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A012B7">
        <w:rPr>
          <w:rFonts w:ascii="PragmaticaC" w:hAnsi="PragmaticaC"/>
          <w:sz w:val="18"/>
          <w:szCs w:val="18"/>
          <w:lang w:val="ru-RU"/>
        </w:rPr>
        <w:t xml:space="preserve">На   № </w:t>
      </w:r>
      <w:r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>
        <w:rPr>
          <w:rFonts w:ascii="PragmaticaC" w:hAnsi="PragmaticaC"/>
          <w:sz w:val="18"/>
          <w:szCs w:val="18"/>
          <w:u w:val="single"/>
          <w:lang w:val="ru-RU"/>
        </w:rPr>
        <w:t>_</w:t>
      </w:r>
      <w:r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A012B7">
        <w:rPr>
          <w:rFonts w:ascii="PragmaticaC" w:hAnsi="PragmaticaC"/>
          <w:sz w:val="18"/>
          <w:szCs w:val="18"/>
          <w:lang w:val="ru-RU"/>
        </w:rPr>
        <w:t xml:space="preserve"> от</w:t>
      </w:r>
      <w:r>
        <w:rPr>
          <w:rFonts w:ascii="PragmaticaC" w:hAnsi="PragmaticaC"/>
          <w:sz w:val="18"/>
          <w:szCs w:val="18"/>
          <w:lang w:val="ru-RU"/>
        </w:rPr>
        <w:t xml:space="preserve"> </w:t>
      </w:r>
      <w:r w:rsidR="00FF1ACD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Default="00A012B7" w:rsidP="003D7BCD"/>
    <w:p w:rsidR="00437F0B" w:rsidRPr="00437F0B" w:rsidRDefault="00437F0B" w:rsidP="00437F0B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437F0B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FF1ACD" w:rsidRDefault="00437F0B" w:rsidP="00437F0B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437F0B">
        <w:rPr>
          <w:rFonts w:ascii="PragmaticaC" w:hAnsi="PragmaticaC"/>
          <w:i/>
          <w:sz w:val="18"/>
          <w:szCs w:val="18"/>
          <w:lang w:val="ru-RU"/>
        </w:rPr>
        <w:t>о запросе предложений №447/16</w:t>
      </w:r>
    </w:p>
    <w:p w:rsidR="003B191D" w:rsidRPr="00137CBE" w:rsidRDefault="003B191D" w:rsidP="003B191D"/>
    <w:p w:rsidR="00FF1ACD" w:rsidRPr="00FF1ACD" w:rsidRDefault="00FF1ACD" w:rsidP="003B191D"/>
    <w:p w:rsidR="00137CBE" w:rsidRPr="00137CBE" w:rsidRDefault="00437F0B" w:rsidP="00137CBE">
      <w:pPr>
        <w:jc w:val="center"/>
        <w:rPr>
          <w:b/>
        </w:rPr>
      </w:pPr>
      <w:r w:rsidRPr="00437F0B">
        <w:rPr>
          <w:b/>
        </w:rPr>
        <w:t xml:space="preserve">Изменения №2 к Извещению №447/16 о проведении открытого одноэтапного запроса предложений и к Документации о запросе предложений № 447/16 на определение лучших условий выполнения работ по построению системы единого времени и </w:t>
      </w:r>
      <w:proofErr w:type="spellStart"/>
      <w:r w:rsidRPr="00437F0B">
        <w:rPr>
          <w:b/>
        </w:rPr>
        <w:t>часофикация</w:t>
      </w:r>
      <w:proofErr w:type="spellEnd"/>
      <w:r w:rsidRPr="00437F0B">
        <w:rPr>
          <w:b/>
        </w:rPr>
        <w:t xml:space="preserve"> ГЭС-10 и ГЭС-11 для нужд филиала "Невский" ОАО "ТГК-1"</w:t>
      </w:r>
    </w:p>
    <w:p w:rsidR="00137CBE" w:rsidRPr="00137CBE" w:rsidRDefault="00137CBE" w:rsidP="00137CBE">
      <w:pPr>
        <w:ind w:firstLine="851"/>
        <w:jc w:val="both"/>
      </w:pPr>
    </w:p>
    <w:p w:rsidR="00437F0B" w:rsidRPr="00745EEA" w:rsidRDefault="00437F0B" w:rsidP="00437F0B">
      <w:pPr>
        <w:ind w:firstLine="708"/>
        <w:jc w:val="both"/>
      </w:pPr>
      <w:r w:rsidRPr="00745EEA">
        <w:t xml:space="preserve">В соответствии с п. 23 Извещения о проведении открытого одноэтапного запроса предложения и п. 2.7 Документации о запросе предложений № </w:t>
      </w:r>
      <w:r>
        <w:t>447</w:t>
      </w:r>
      <w:r w:rsidRPr="00745EEA">
        <w:t xml:space="preserve">/16 на определение лучших условий </w:t>
      </w:r>
      <w:r w:rsidRPr="00FE7342">
        <w:t xml:space="preserve">выполнения работ по построению системы единого времени и </w:t>
      </w:r>
      <w:proofErr w:type="spellStart"/>
      <w:r w:rsidRPr="00FE7342">
        <w:t>часофикация</w:t>
      </w:r>
      <w:proofErr w:type="spellEnd"/>
      <w:r w:rsidRPr="00FE7342">
        <w:t xml:space="preserve"> ГЭС-10 и ГЭС-11 для нужд филиала "Невский" ОАО "ТГК-1"</w:t>
      </w:r>
      <w:r w:rsidRPr="00745EEA">
        <w:t>, Организатор вносит следующие изменения:</w:t>
      </w:r>
    </w:p>
    <w:p w:rsidR="00437F0B" w:rsidRPr="00745EEA" w:rsidRDefault="00437F0B" w:rsidP="00437F0B">
      <w:pPr>
        <w:ind w:firstLine="708"/>
        <w:jc w:val="both"/>
      </w:pPr>
      <w:r w:rsidRPr="00745EEA">
        <w:t xml:space="preserve">Читать пункт 18, 19 Извещения № </w:t>
      </w:r>
      <w:r>
        <w:t>447</w:t>
      </w:r>
      <w:r w:rsidRPr="00745EEA">
        <w:t>/16 о проведении Запроса предложений в следующей редакции: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54"/>
        <w:gridCol w:w="5591"/>
      </w:tblGrid>
      <w:tr w:rsidR="00437F0B" w:rsidRPr="00745EEA" w:rsidTr="00795EDB">
        <w:tc>
          <w:tcPr>
            <w:tcW w:w="675" w:type="dxa"/>
            <w:shd w:val="clear" w:color="auto" w:fill="auto"/>
          </w:tcPr>
          <w:p w:rsidR="00437F0B" w:rsidRPr="00745EEA" w:rsidRDefault="00437F0B" w:rsidP="00795EDB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</w:pPr>
            <w:r w:rsidRPr="00745EEA">
              <w:t>18.</w:t>
            </w:r>
          </w:p>
        </w:tc>
        <w:tc>
          <w:tcPr>
            <w:tcW w:w="3454" w:type="dxa"/>
            <w:shd w:val="clear" w:color="auto" w:fill="auto"/>
          </w:tcPr>
          <w:p w:rsidR="00437F0B" w:rsidRPr="00745EEA" w:rsidRDefault="00437F0B" w:rsidP="00795EDB">
            <w:pPr>
              <w:pStyle w:val="ac"/>
              <w:spacing w:before="0" w:after="0"/>
            </w:pPr>
            <w:r w:rsidRPr="00745EEA">
              <w:t>Дата и время окончания подачи Заявок на участие в Запросе предложений</w:t>
            </w:r>
          </w:p>
        </w:tc>
        <w:tc>
          <w:tcPr>
            <w:tcW w:w="5591" w:type="dxa"/>
            <w:shd w:val="clear" w:color="auto" w:fill="auto"/>
          </w:tcPr>
          <w:p w:rsidR="00437F0B" w:rsidRPr="00745EEA" w:rsidRDefault="00437F0B" w:rsidP="00795EDB">
            <w:pPr>
              <w:pStyle w:val="ac"/>
            </w:pPr>
            <w:r>
              <w:t>11 мая</w:t>
            </w:r>
            <w:r w:rsidRPr="00745EEA">
              <w:t xml:space="preserve"> 2016 до 15:30 (по московскому времени) </w:t>
            </w:r>
          </w:p>
          <w:p w:rsidR="00437F0B" w:rsidRPr="00745EEA" w:rsidRDefault="00437F0B" w:rsidP="00795EDB">
            <w:pPr>
              <w:pStyle w:val="ac"/>
              <w:spacing w:before="0" w:after="0"/>
              <w:ind w:left="0" w:right="0"/>
            </w:pPr>
            <w:r w:rsidRPr="00745EEA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745EEA">
              <w:t>Верейская</w:t>
            </w:r>
            <w:proofErr w:type="spellEnd"/>
            <w:r w:rsidRPr="00745EEA">
              <w:t>, д 17, кабинет 850 (До проведения процедуры вскрытия Заявок при необходимости Организатор вправе продлить данный срок</w:t>
            </w:r>
            <w:r>
              <w:t>)</w:t>
            </w:r>
          </w:p>
        </w:tc>
      </w:tr>
      <w:tr w:rsidR="00437F0B" w:rsidRPr="00745EEA" w:rsidTr="00795EDB">
        <w:tc>
          <w:tcPr>
            <w:tcW w:w="675" w:type="dxa"/>
            <w:shd w:val="clear" w:color="auto" w:fill="auto"/>
          </w:tcPr>
          <w:p w:rsidR="00437F0B" w:rsidRPr="00745EEA" w:rsidRDefault="00437F0B" w:rsidP="00795EDB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745EEA">
              <w:t>19.</w:t>
            </w:r>
          </w:p>
        </w:tc>
        <w:tc>
          <w:tcPr>
            <w:tcW w:w="3454" w:type="dxa"/>
            <w:shd w:val="clear" w:color="auto" w:fill="auto"/>
          </w:tcPr>
          <w:p w:rsidR="00437F0B" w:rsidRPr="00745EEA" w:rsidRDefault="00437F0B" w:rsidP="00795EDB">
            <w:pPr>
              <w:pStyle w:val="ac"/>
              <w:spacing w:before="0" w:after="0"/>
            </w:pPr>
            <w:r w:rsidRPr="00745EEA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591" w:type="dxa"/>
            <w:shd w:val="clear" w:color="auto" w:fill="auto"/>
          </w:tcPr>
          <w:p w:rsidR="00437F0B" w:rsidRPr="00745EEA" w:rsidRDefault="00437F0B" w:rsidP="00795EDB">
            <w:pPr>
              <w:pStyle w:val="ac"/>
            </w:pPr>
            <w:r>
              <w:t>11 мая</w:t>
            </w:r>
            <w:r w:rsidRPr="00745EEA">
              <w:t xml:space="preserve"> 2016 в 15:30 ч. (по московскому времени)</w:t>
            </w:r>
          </w:p>
          <w:p w:rsidR="00437F0B" w:rsidRPr="00745EEA" w:rsidRDefault="00437F0B" w:rsidP="00795EDB">
            <w:pPr>
              <w:pStyle w:val="ac"/>
            </w:pPr>
            <w:r w:rsidRPr="00745EEA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745EEA">
              <w:t>Верейская</w:t>
            </w:r>
            <w:proofErr w:type="spellEnd"/>
            <w:r w:rsidRPr="00745EEA">
              <w:t>, д 17, кабинет 850</w:t>
            </w:r>
          </w:p>
        </w:tc>
      </w:tr>
    </w:tbl>
    <w:p w:rsidR="00437F0B" w:rsidRPr="00745EEA" w:rsidRDefault="00437F0B" w:rsidP="00437F0B">
      <w:pPr>
        <w:ind w:firstLine="708"/>
        <w:jc w:val="both"/>
      </w:pPr>
      <w:r w:rsidRPr="00745EEA">
        <w:t xml:space="preserve">Остальные пункты Извещения № </w:t>
      </w:r>
      <w:r>
        <w:t>447</w:t>
      </w:r>
      <w:r w:rsidRPr="00745EEA">
        <w:t>/16 о проведении открытого одноэтапного запроса предложения остаются неизменными.</w:t>
      </w:r>
    </w:p>
    <w:p w:rsidR="00437F0B" w:rsidRPr="00745EEA" w:rsidRDefault="00437F0B" w:rsidP="00437F0B">
      <w:pPr>
        <w:ind w:firstLine="708"/>
        <w:jc w:val="both"/>
      </w:pPr>
    </w:p>
    <w:p w:rsidR="00437F0B" w:rsidRPr="00745EEA" w:rsidRDefault="00437F0B" w:rsidP="00437F0B">
      <w:pPr>
        <w:ind w:firstLine="708"/>
        <w:jc w:val="both"/>
      </w:pPr>
      <w:r w:rsidRPr="00745EEA">
        <w:t>Читать пункт 3.19, 3.20 Документации о запросе предложений № </w:t>
      </w:r>
      <w:r>
        <w:t>447</w:t>
      </w:r>
      <w:r w:rsidRPr="00745EEA">
        <w:t>/16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60"/>
        <w:gridCol w:w="5670"/>
      </w:tblGrid>
      <w:tr w:rsidR="00437F0B" w:rsidRPr="00745EEA" w:rsidTr="00795EDB">
        <w:trPr>
          <w:trHeight w:val="5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F0B" w:rsidRPr="00745EEA" w:rsidRDefault="00437F0B" w:rsidP="00795EDB">
            <w:pPr>
              <w:jc w:val="both"/>
            </w:pPr>
            <w:r w:rsidRPr="00745EEA">
              <w:t>3.19.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F0B" w:rsidRPr="00745EEA" w:rsidRDefault="00437F0B" w:rsidP="00795EDB">
            <w:pPr>
              <w:pStyle w:val="ac"/>
              <w:spacing w:before="0" w:after="0"/>
            </w:pPr>
            <w:r w:rsidRPr="00745EEA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F0B" w:rsidRPr="00745EEA" w:rsidRDefault="00437F0B" w:rsidP="00795EDB">
            <w:pPr>
              <w:pStyle w:val="ac"/>
              <w:ind w:left="0"/>
            </w:pPr>
            <w:r>
              <w:t>11 мая</w:t>
            </w:r>
            <w:r w:rsidRPr="00745EEA">
              <w:t xml:space="preserve"> 2016 до 15:30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Pr="00745EEA">
              <w:t>Верейская</w:t>
            </w:r>
            <w:proofErr w:type="spellEnd"/>
            <w:r w:rsidRPr="00745EEA">
              <w:t>, д 17, кабинет 850</w:t>
            </w:r>
          </w:p>
          <w:p w:rsidR="00437F0B" w:rsidRPr="00745EEA" w:rsidRDefault="00437F0B" w:rsidP="00795EDB">
            <w:pPr>
              <w:pStyle w:val="ac"/>
              <w:ind w:left="0"/>
            </w:pPr>
            <w:r w:rsidRPr="00745EEA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437F0B" w:rsidRPr="00745EEA" w:rsidTr="00795EDB">
        <w:trPr>
          <w:trHeight w:val="19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F0B" w:rsidRPr="00745EEA" w:rsidRDefault="00437F0B" w:rsidP="00795EDB">
            <w:r w:rsidRPr="00745EEA">
              <w:lastRenderedPageBreak/>
              <w:t>3.20.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F0B" w:rsidRPr="00745EEA" w:rsidRDefault="00437F0B" w:rsidP="00795EDB">
            <w:pPr>
              <w:pStyle w:val="ac"/>
              <w:spacing w:before="0" w:after="0"/>
            </w:pPr>
            <w:r w:rsidRPr="00745EEA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F0B" w:rsidRPr="00745EEA" w:rsidRDefault="00437F0B" w:rsidP="00795EDB">
            <w:pPr>
              <w:pStyle w:val="ac"/>
              <w:ind w:left="0"/>
            </w:pPr>
            <w:r>
              <w:t>11 мая</w:t>
            </w:r>
            <w:r w:rsidRPr="00745EEA">
              <w:t xml:space="preserve"> 2016 в 15:30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Pr="00745EEA">
              <w:t>Верейская</w:t>
            </w:r>
            <w:proofErr w:type="spellEnd"/>
            <w:r w:rsidRPr="00745EEA">
              <w:t>, д 17, кабинет 850</w:t>
            </w:r>
          </w:p>
          <w:p w:rsidR="00437F0B" w:rsidRPr="00745EEA" w:rsidRDefault="00437F0B" w:rsidP="00795EDB">
            <w:pPr>
              <w:pStyle w:val="ac"/>
              <w:ind w:left="0"/>
            </w:pPr>
            <w:r w:rsidRPr="00745EEA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437F0B" w:rsidRPr="00745EEA" w:rsidRDefault="00437F0B" w:rsidP="00437F0B">
      <w:pPr>
        <w:ind w:firstLine="708"/>
        <w:jc w:val="both"/>
      </w:pPr>
      <w:r w:rsidRPr="00745EEA">
        <w:t xml:space="preserve">Остальные пункты Документации о запросе предложений № </w:t>
      </w:r>
      <w:r>
        <w:t>447</w:t>
      </w:r>
      <w:r w:rsidRPr="00745EEA">
        <w:t>/16 остаются неизменными.</w:t>
      </w:r>
    </w:p>
    <w:p w:rsidR="00437F0B" w:rsidRDefault="00437F0B" w:rsidP="00437F0B">
      <w:pPr>
        <w:ind w:firstLine="709"/>
        <w:jc w:val="both"/>
      </w:pPr>
    </w:p>
    <w:p w:rsidR="00437F0B" w:rsidRDefault="00437F0B" w:rsidP="00437F0B">
      <w:pPr>
        <w:ind w:firstLine="709"/>
        <w:jc w:val="both"/>
      </w:pPr>
      <w:r w:rsidRPr="00C378D4">
        <w:t xml:space="preserve">Также, уведомляем </w:t>
      </w:r>
      <w:r w:rsidRPr="00C378D4">
        <w:rPr>
          <w:b/>
        </w:rPr>
        <w:t>о</w:t>
      </w:r>
      <w:r>
        <w:rPr>
          <w:b/>
        </w:rPr>
        <w:t xml:space="preserve"> </w:t>
      </w:r>
      <w:r w:rsidRPr="00C378D4">
        <w:rPr>
          <w:b/>
        </w:rPr>
        <w:t xml:space="preserve">корректировке технического задания </w:t>
      </w:r>
      <w:r w:rsidRPr="00C378D4">
        <w:t xml:space="preserve">на участие в открытом </w:t>
      </w:r>
      <w:r>
        <w:t xml:space="preserve">одноэтапном </w:t>
      </w:r>
      <w:r w:rsidRPr="00C378D4">
        <w:t>запросе предложений №</w:t>
      </w:r>
      <w:r>
        <w:t>447/16</w:t>
      </w:r>
      <w:r w:rsidRPr="00C378D4">
        <w:t xml:space="preserve"> на определение лучших условий </w:t>
      </w:r>
      <w:r w:rsidRPr="00437F0B">
        <w:t xml:space="preserve">выполнения работ по построению системы единого времени и </w:t>
      </w:r>
      <w:proofErr w:type="spellStart"/>
      <w:r w:rsidRPr="00437F0B">
        <w:t>часофикация</w:t>
      </w:r>
      <w:proofErr w:type="spellEnd"/>
      <w:r w:rsidRPr="00437F0B">
        <w:t xml:space="preserve"> ГЭС-10 и ГЭС-11 для нужд филиала "Невский" ОАО "ТГК-1"</w:t>
      </w:r>
      <w:r w:rsidRPr="00C378D4">
        <w:t>.</w:t>
      </w:r>
    </w:p>
    <w:p w:rsidR="00437F0B" w:rsidRPr="00C378D4" w:rsidRDefault="00437F0B" w:rsidP="00437F0B">
      <w:pPr>
        <w:tabs>
          <w:tab w:val="left" w:pos="709"/>
        </w:tabs>
        <w:jc w:val="both"/>
      </w:pPr>
      <w:r w:rsidRPr="00C378D4">
        <w:tab/>
        <w:t>Официально открытый запро</w:t>
      </w:r>
      <w:r>
        <w:t>с предложений был опубликован 21</w:t>
      </w:r>
      <w:r w:rsidRPr="00C378D4">
        <w:t>.</w:t>
      </w:r>
      <w:r>
        <w:t>04</w:t>
      </w:r>
      <w:r w:rsidRPr="00C378D4">
        <w:t>.201</w:t>
      </w:r>
      <w:r>
        <w:t>6</w:t>
      </w:r>
      <w:r w:rsidRPr="00C378D4">
        <w:t xml:space="preserve">г.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12" w:history="1">
        <w:r w:rsidRPr="00C378D4">
          <w:rPr>
            <w:rStyle w:val="a8"/>
          </w:rPr>
          <w:t>(www.zakupki.gov.ru</w:t>
        </w:r>
      </w:hyperlink>
      <w:r w:rsidRPr="00C378D4">
        <w:rPr>
          <w:color w:val="3E6D9C"/>
        </w:rPr>
        <w:t xml:space="preserve">), </w:t>
      </w:r>
      <w:r w:rsidRPr="00C378D4">
        <w:t xml:space="preserve">интернет-сайтах ОАО «ТГК-1» </w:t>
      </w:r>
      <w:r w:rsidRPr="00C378D4">
        <w:rPr>
          <w:color w:val="0000FF"/>
        </w:rPr>
        <w:t>(</w:t>
      </w:r>
      <w:hyperlink r:id="rId13" w:history="1">
        <w:r w:rsidRPr="00C378D4">
          <w:rPr>
            <w:rStyle w:val="a8"/>
            <w:lang w:val="en-US"/>
          </w:rPr>
          <w:t>www</w:t>
        </w:r>
        <w:r w:rsidRPr="00C378D4">
          <w:rPr>
            <w:rStyle w:val="a8"/>
          </w:rPr>
          <w:t>.</w:t>
        </w:r>
        <w:r w:rsidRPr="00C378D4">
          <w:rPr>
            <w:rStyle w:val="a8"/>
            <w:lang w:val="en-US"/>
          </w:rPr>
          <w:t>tgc</w:t>
        </w:r>
        <w:r w:rsidRPr="00C378D4">
          <w:rPr>
            <w:rStyle w:val="a8"/>
          </w:rPr>
          <w:t>1.</w:t>
        </w:r>
        <w:r w:rsidRPr="00C378D4">
          <w:rPr>
            <w:rStyle w:val="a8"/>
            <w:lang w:val="en-US"/>
          </w:rPr>
          <w:t>ru</w:t>
        </w:r>
      </w:hyperlink>
      <w:r w:rsidRPr="00C378D4">
        <w:rPr>
          <w:color w:val="0000FF"/>
        </w:rPr>
        <w:t>)</w:t>
      </w:r>
      <w:r w:rsidRPr="00C378D4">
        <w:t>, ООО «ППТК» (</w:t>
      </w:r>
      <w:hyperlink r:id="rId14" w:history="1">
        <w:r w:rsidRPr="00C378D4">
          <w:rPr>
            <w:rStyle w:val="a8"/>
            <w:lang w:val="en-US"/>
          </w:rPr>
          <w:t>www</w:t>
        </w:r>
        <w:r w:rsidRPr="00C378D4">
          <w:rPr>
            <w:rStyle w:val="a8"/>
          </w:rPr>
          <w:t>.</w:t>
        </w:r>
        <w:r w:rsidRPr="00C378D4">
          <w:rPr>
            <w:rStyle w:val="a8"/>
            <w:lang w:val="en-US"/>
          </w:rPr>
          <w:t>pptk</w:t>
        </w:r>
        <w:r w:rsidRPr="00C378D4">
          <w:rPr>
            <w:rStyle w:val="a8"/>
          </w:rPr>
          <w:t>-</w:t>
        </w:r>
        <w:r w:rsidRPr="00C378D4">
          <w:rPr>
            <w:rStyle w:val="a8"/>
            <w:lang w:val="en-US"/>
          </w:rPr>
          <w:t>mos</w:t>
        </w:r>
        <w:r w:rsidRPr="00C378D4">
          <w:rPr>
            <w:rStyle w:val="a8"/>
          </w:rPr>
          <w:t>.</w:t>
        </w:r>
        <w:proofErr w:type="spellStart"/>
        <w:r w:rsidRPr="00C378D4">
          <w:rPr>
            <w:rStyle w:val="a8"/>
            <w:lang w:val="en-US"/>
          </w:rPr>
          <w:t>ru</w:t>
        </w:r>
        <w:proofErr w:type="spellEnd"/>
      </w:hyperlink>
      <w:r w:rsidRPr="00C378D4">
        <w:t>)</w:t>
      </w:r>
      <w:r>
        <w:t>.</w:t>
      </w:r>
    </w:p>
    <w:p w:rsidR="00437F0B" w:rsidRPr="00C378D4" w:rsidRDefault="00437F0B" w:rsidP="00437F0B">
      <w:pPr>
        <w:tabs>
          <w:tab w:val="left" w:pos="993"/>
        </w:tabs>
        <w:jc w:val="both"/>
      </w:pPr>
    </w:p>
    <w:p w:rsidR="00437F0B" w:rsidRPr="00C378D4" w:rsidRDefault="00437F0B" w:rsidP="00437F0B">
      <w:pPr>
        <w:tabs>
          <w:tab w:val="left" w:pos="1418"/>
        </w:tabs>
        <w:jc w:val="both"/>
      </w:pPr>
      <w:r w:rsidRPr="00C378D4">
        <w:t>Приложения:</w:t>
      </w:r>
    </w:p>
    <w:p w:rsidR="00137CBE" w:rsidRPr="00137CBE" w:rsidRDefault="00437F0B" w:rsidP="00437F0B">
      <w:pPr>
        <w:pStyle w:val="ad"/>
        <w:numPr>
          <w:ilvl w:val="0"/>
          <w:numId w:val="5"/>
        </w:numPr>
        <w:jc w:val="both"/>
      </w:pPr>
      <w:r w:rsidRPr="00C378D4">
        <w:t xml:space="preserve">Техническое задание </w:t>
      </w:r>
      <w:r>
        <w:t>на 08 листах в 01 экз.</w:t>
      </w:r>
    </w:p>
    <w:p w:rsidR="00411E4A" w:rsidRPr="00137CBE" w:rsidRDefault="00411E4A" w:rsidP="00BE21CA">
      <w:bookmarkStart w:id="0" w:name="_GoBack"/>
      <w:bookmarkEnd w:id="0"/>
    </w:p>
    <w:sectPr w:rsidR="00411E4A" w:rsidRPr="00137CBE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69AA"/>
    <w:multiLevelType w:val="multilevel"/>
    <w:tmpl w:val="3292672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3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A60837"/>
    <w:multiLevelType w:val="hybridMultilevel"/>
    <w:tmpl w:val="1FEC28D6"/>
    <w:lvl w:ilvl="0" w:tplc="7C843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37F0B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10"/>
    <w:rsid w:val="00815873"/>
    <w:rsid w:val="008166A4"/>
    <w:rsid w:val="00824E56"/>
    <w:rsid w:val="008264D2"/>
    <w:rsid w:val="00836728"/>
    <w:rsid w:val="00843098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E21CA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437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437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gc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(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tk-mos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482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2011-11-07T09:41:00Z</cp:lastPrinted>
  <dcterms:created xsi:type="dcterms:W3CDTF">2016-05-05T13:38:00Z</dcterms:created>
  <dcterms:modified xsi:type="dcterms:W3CDTF">2016-05-05T13:38:00Z</dcterms:modified>
</cp:coreProperties>
</file>